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B9" w:rsidRDefault="000471B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0471B9" w:rsidRPr="00DD68C4" w:rsidRDefault="000471B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0471B9" w:rsidRPr="00DD68C4" w:rsidRDefault="000471B9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0471B9" w:rsidRPr="00E61C99" w:rsidRDefault="000471B9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26-</w:t>
      </w:r>
      <w:r>
        <w:rPr>
          <w:spacing w:val="30"/>
          <w:szCs w:val="28"/>
          <w:lang w:val="ru-RU"/>
        </w:rPr>
        <w:t xml:space="preserve">30 </w:t>
      </w:r>
      <w:r>
        <w:rPr>
          <w:spacing w:val="30"/>
          <w:szCs w:val="28"/>
        </w:rPr>
        <w:t xml:space="preserve">жовтня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3937"/>
        <w:gridCol w:w="1620"/>
      </w:tblGrid>
      <w:tr w:rsidR="000471B9" w:rsidRPr="00CF7BFA" w:rsidTr="005858C2">
        <w:trPr>
          <w:trHeight w:val="70"/>
        </w:trPr>
        <w:tc>
          <w:tcPr>
            <w:tcW w:w="1242" w:type="dxa"/>
            <w:tcBorders>
              <w:bottom w:val="single" w:sz="4" w:space="0" w:color="auto"/>
            </w:tcBorders>
          </w:tcPr>
          <w:p w:rsidR="000471B9" w:rsidRPr="00CF7BFA" w:rsidRDefault="000471B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0471B9" w:rsidRPr="00CF7BFA" w:rsidRDefault="000471B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0471B9" w:rsidRPr="00CF7BFA" w:rsidRDefault="000471B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0471B9" w:rsidRPr="00CF7BFA" w:rsidRDefault="000471B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0471B9" w:rsidRPr="00CF7BFA" w:rsidTr="005858C2">
        <w:trPr>
          <w:trHeight w:val="495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26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0471B9" w:rsidRPr="001C1C75" w:rsidRDefault="000471B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/>
          </w:tcPr>
          <w:p w:rsidR="000471B9" w:rsidRPr="001C1C75" w:rsidRDefault="000471B9" w:rsidP="005858C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0471B9" w:rsidRPr="001C1C75" w:rsidRDefault="000471B9" w:rsidP="005858C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 w:val="restart"/>
          </w:tcPr>
          <w:p w:rsidR="000471B9" w:rsidRDefault="000471B9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2D7C64" w:rsidRDefault="000471B9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  <w:p w:rsidR="000471B9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/>
          </w:tcPr>
          <w:p w:rsidR="000471B9" w:rsidRDefault="000471B9" w:rsidP="005858C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both"/>
            </w:pPr>
            <w:r>
              <w:t>урочисті заходи з нагоди Дня вигнання нацистських загарбників з України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 w:val="restart"/>
          </w:tcPr>
          <w:p w:rsidR="000471B9" w:rsidRPr="002270F4" w:rsidRDefault="000471B9" w:rsidP="005858C2">
            <w:pPr>
              <w:jc w:val="center"/>
            </w:pPr>
            <w:r>
              <w:t>29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both"/>
            </w:pPr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40"/>
        </w:trPr>
        <w:tc>
          <w:tcPr>
            <w:tcW w:w="1242" w:type="dxa"/>
            <w:vMerge/>
          </w:tcPr>
          <w:p w:rsidR="000471B9" w:rsidRDefault="000471B9" w:rsidP="005858C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jc w:val="both"/>
            </w:pPr>
            <w:r>
              <w:t>Засідання комісії по наданню матеріальної допомоги громадянам, які постраждали внаслідок Чорнобильської катастрофи, що перебувають у складних життєвих обставинах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Pr="001C1C75">
              <w:rPr>
                <w:sz w:val="22"/>
                <w:szCs w:val="22"/>
              </w:rPr>
              <w:t xml:space="preserve"> жовтня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471B9" w:rsidRPr="001C1C75" w:rsidRDefault="000471B9" w:rsidP="005858C2"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601"/>
        </w:trPr>
        <w:tc>
          <w:tcPr>
            <w:tcW w:w="1242" w:type="dxa"/>
            <w:vMerge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471B9" w:rsidRPr="001C1C75" w:rsidRDefault="000471B9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601"/>
        </w:trPr>
        <w:tc>
          <w:tcPr>
            <w:tcW w:w="1242" w:type="dxa"/>
            <w:vMerge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471B9" w:rsidRDefault="000471B9" w:rsidP="005858C2"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>
              <w:t>урочисті заходи до Дня працівників соціальної сфери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471B9" w:rsidRPr="00CF7BFA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471B9" w:rsidRPr="001C1C75" w:rsidRDefault="000471B9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0471B9" w:rsidRPr="001C1C75" w:rsidRDefault="000471B9" w:rsidP="005858C2">
            <w:pPr>
              <w:jc w:val="center"/>
            </w:pPr>
          </w:p>
        </w:tc>
        <w:tc>
          <w:tcPr>
            <w:tcW w:w="993" w:type="dxa"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0471B9" w:rsidRPr="00CF7BFA" w:rsidRDefault="000471B9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02"/>
        </w:trPr>
        <w:tc>
          <w:tcPr>
            <w:tcW w:w="1242" w:type="dxa"/>
            <w:vMerge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993" w:type="dxa"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0471B9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471B9" w:rsidRDefault="000471B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  <w:tr w:rsidR="000471B9" w:rsidRPr="00CF7BFA" w:rsidTr="005858C2">
        <w:trPr>
          <w:trHeight w:val="502"/>
        </w:trPr>
        <w:tc>
          <w:tcPr>
            <w:tcW w:w="1242" w:type="dxa"/>
            <w:vMerge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993" w:type="dxa"/>
          </w:tcPr>
          <w:p w:rsidR="000471B9" w:rsidRPr="001C1C75" w:rsidRDefault="000471B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471B9" w:rsidRPr="001C1C75" w:rsidRDefault="000471B9" w:rsidP="005858C2">
            <w:pPr>
              <w:jc w:val="both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проведення дня методиста у школах району</w:t>
            </w:r>
          </w:p>
        </w:tc>
        <w:tc>
          <w:tcPr>
            <w:tcW w:w="3937" w:type="dxa"/>
          </w:tcPr>
          <w:p w:rsidR="000471B9" w:rsidRDefault="000471B9" w:rsidP="004C79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471B9" w:rsidRDefault="000471B9" w:rsidP="004C797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0471B9" w:rsidRPr="00CF7BFA" w:rsidRDefault="000471B9" w:rsidP="005858C2">
            <w:pPr>
              <w:rPr>
                <w:i/>
              </w:rPr>
            </w:pPr>
          </w:p>
        </w:tc>
      </w:tr>
    </w:tbl>
    <w:p w:rsidR="000471B9" w:rsidRDefault="000471B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0471B9" w:rsidRDefault="000471B9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0471B9" w:rsidRPr="003D667C" w:rsidRDefault="000471B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0471B9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2F8D"/>
    <w:rsid w:val="00127E21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270F4"/>
    <w:rsid w:val="002432FD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7C64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4B7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9003A"/>
    <w:rsid w:val="005B1424"/>
    <w:rsid w:val="005C62D7"/>
    <w:rsid w:val="005D16BF"/>
    <w:rsid w:val="005E5128"/>
    <w:rsid w:val="00600612"/>
    <w:rsid w:val="00607DD7"/>
    <w:rsid w:val="0061153E"/>
    <w:rsid w:val="00611BE8"/>
    <w:rsid w:val="006138A0"/>
    <w:rsid w:val="0061675B"/>
    <w:rsid w:val="00622EAA"/>
    <w:rsid w:val="00642B15"/>
    <w:rsid w:val="00650DE5"/>
    <w:rsid w:val="00671123"/>
    <w:rsid w:val="00691416"/>
    <w:rsid w:val="00694E56"/>
    <w:rsid w:val="00697852"/>
    <w:rsid w:val="006A1931"/>
    <w:rsid w:val="006A2E2C"/>
    <w:rsid w:val="006C3B7C"/>
    <w:rsid w:val="006E4BCA"/>
    <w:rsid w:val="006F604A"/>
    <w:rsid w:val="0070111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E2544"/>
    <w:rsid w:val="00802721"/>
    <w:rsid w:val="00813B62"/>
    <w:rsid w:val="00821044"/>
    <w:rsid w:val="00821D05"/>
    <w:rsid w:val="008226F8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31D75"/>
    <w:rsid w:val="00A35312"/>
    <w:rsid w:val="00A37750"/>
    <w:rsid w:val="00A40100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F528B"/>
    <w:rsid w:val="00B075CD"/>
    <w:rsid w:val="00B108A6"/>
    <w:rsid w:val="00B13516"/>
    <w:rsid w:val="00B1600B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91011"/>
    <w:rsid w:val="00B926DB"/>
    <w:rsid w:val="00B958FB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6240E"/>
    <w:rsid w:val="00C772BB"/>
    <w:rsid w:val="00C9610D"/>
    <w:rsid w:val="00CA153F"/>
    <w:rsid w:val="00CA41EC"/>
    <w:rsid w:val="00CA50D0"/>
    <w:rsid w:val="00CB0E5D"/>
    <w:rsid w:val="00CB1D81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134A7"/>
    <w:rsid w:val="00E237D3"/>
    <w:rsid w:val="00E25B5D"/>
    <w:rsid w:val="00E432BD"/>
    <w:rsid w:val="00E46832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05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863</TotalTime>
  <Pages>1</Pages>
  <Words>355</Words>
  <Characters>2030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77</cp:revision>
  <cp:lastPrinted>2020-08-07T12:08:00Z</cp:lastPrinted>
  <dcterms:created xsi:type="dcterms:W3CDTF">2020-09-10T06:06:00Z</dcterms:created>
  <dcterms:modified xsi:type="dcterms:W3CDTF">2020-10-22T11:08:00Z</dcterms:modified>
</cp:coreProperties>
</file>