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A7" w:rsidRDefault="00E134A7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E134A7" w:rsidRPr="00DD68C4" w:rsidRDefault="00E134A7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E134A7" w:rsidRPr="00DD68C4" w:rsidRDefault="00E134A7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E134A7" w:rsidRPr="00E61C99" w:rsidRDefault="00E134A7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19-</w:t>
      </w:r>
      <w:r>
        <w:rPr>
          <w:spacing w:val="30"/>
          <w:szCs w:val="28"/>
          <w:lang w:val="ru-RU"/>
        </w:rPr>
        <w:t xml:space="preserve">25 </w:t>
      </w:r>
      <w:r>
        <w:rPr>
          <w:spacing w:val="30"/>
          <w:szCs w:val="28"/>
        </w:rPr>
        <w:t xml:space="preserve">жовтня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3937"/>
        <w:gridCol w:w="1620"/>
      </w:tblGrid>
      <w:tr w:rsidR="00E134A7" w:rsidRPr="00CF7BFA" w:rsidTr="005858C2">
        <w:trPr>
          <w:trHeight w:val="70"/>
        </w:trPr>
        <w:tc>
          <w:tcPr>
            <w:tcW w:w="1242" w:type="dxa"/>
            <w:tcBorders>
              <w:bottom w:val="single" w:sz="4" w:space="0" w:color="auto"/>
            </w:tcBorders>
          </w:tcPr>
          <w:p w:rsidR="00E134A7" w:rsidRPr="00CF7BFA" w:rsidRDefault="00E134A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E134A7" w:rsidRPr="00CF7BFA" w:rsidRDefault="00E134A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E134A7" w:rsidRPr="00CF7BFA" w:rsidRDefault="00E134A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E134A7" w:rsidRPr="00CF7BFA" w:rsidRDefault="00E134A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E134A7" w:rsidRPr="00CF7BFA" w:rsidTr="005858C2">
        <w:trPr>
          <w:trHeight w:val="495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E134A7" w:rsidRPr="001C1C75" w:rsidRDefault="00E134A7" w:rsidP="005858C2">
            <w:pPr>
              <w:jc w:val="center"/>
            </w:pPr>
            <w:r>
              <w:rPr>
                <w:sz w:val="22"/>
                <w:szCs w:val="22"/>
              </w:rPr>
              <w:t>19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E134A7" w:rsidRPr="001C1C75" w:rsidRDefault="00E134A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40"/>
        </w:trPr>
        <w:tc>
          <w:tcPr>
            <w:tcW w:w="1242" w:type="dxa"/>
            <w:vMerge/>
          </w:tcPr>
          <w:p w:rsidR="00E134A7" w:rsidRPr="001C1C75" w:rsidRDefault="00E134A7" w:rsidP="005858C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</w:rPr>
            </w:pPr>
          </w:p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40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E134A7" w:rsidRPr="001C1C75" w:rsidRDefault="00E134A7" w:rsidP="005858C2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40"/>
        </w:trPr>
        <w:tc>
          <w:tcPr>
            <w:tcW w:w="1242" w:type="dxa"/>
            <w:tcBorders>
              <w:top w:val="single" w:sz="4" w:space="0" w:color="auto"/>
            </w:tcBorders>
          </w:tcPr>
          <w:p w:rsidR="00E134A7" w:rsidRDefault="00E134A7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jc w:val="center"/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2D7C64" w:rsidRDefault="00E134A7" w:rsidP="005858C2">
            <w:pPr>
              <w:jc w:val="both"/>
            </w:pPr>
            <w:r>
              <w:t>засідання комісії з питань прав захисту дитину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перший заступник голови райдержадміністрації Беребера І.П.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40"/>
        </w:trPr>
        <w:tc>
          <w:tcPr>
            <w:tcW w:w="1242" w:type="dxa"/>
          </w:tcPr>
          <w:p w:rsidR="00E134A7" w:rsidRDefault="00E134A7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2D7C64" w:rsidRDefault="00E134A7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E134A7" w:rsidRPr="001C1C75" w:rsidRDefault="00E134A7" w:rsidP="005858C2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Pr="001C1C75">
              <w:rPr>
                <w:sz w:val="22"/>
                <w:szCs w:val="22"/>
              </w:rPr>
              <w:t xml:space="preserve"> жовтня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134A7" w:rsidRPr="001C1C75" w:rsidRDefault="00E134A7" w:rsidP="005858C2"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E134A7" w:rsidRPr="001C1C75" w:rsidRDefault="00E134A7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601"/>
        </w:trPr>
        <w:tc>
          <w:tcPr>
            <w:tcW w:w="1242" w:type="dxa"/>
            <w:vMerge/>
          </w:tcPr>
          <w:p w:rsidR="00E134A7" w:rsidRPr="001C1C75" w:rsidRDefault="00E134A7" w:rsidP="005858C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134A7" w:rsidRPr="001C1C75" w:rsidRDefault="00E134A7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E134A7" w:rsidRPr="001C1C75" w:rsidRDefault="00E134A7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E134A7" w:rsidRPr="00CF7BFA" w:rsidRDefault="00E134A7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E134A7" w:rsidRPr="001C1C75" w:rsidRDefault="00E134A7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E134A7" w:rsidRPr="001C1C75" w:rsidRDefault="00E134A7" w:rsidP="005858C2">
            <w:pPr>
              <w:jc w:val="center"/>
            </w:pPr>
          </w:p>
        </w:tc>
        <w:tc>
          <w:tcPr>
            <w:tcW w:w="993" w:type="dxa"/>
          </w:tcPr>
          <w:p w:rsidR="00E134A7" w:rsidRPr="001C1C75" w:rsidRDefault="00E134A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_орона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E134A7" w:rsidRPr="00CF7BFA" w:rsidRDefault="00E134A7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02"/>
        </w:trPr>
        <w:tc>
          <w:tcPr>
            <w:tcW w:w="1242" w:type="dxa"/>
            <w:vMerge/>
          </w:tcPr>
          <w:p w:rsidR="00E134A7" w:rsidRPr="001C1C75" w:rsidRDefault="00E134A7" w:rsidP="005858C2">
            <w:pPr>
              <w:jc w:val="center"/>
            </w:pPr>
          </w:p>
        </w:tc>
        <w:tc>
          <w:tcPr>
            <w:tcW w:w="993" w:type="dxa"/>
          </w:tcPr>
          <w:p w:rsidR="00E134A7" w:rsidRPr="001C1C75" w:rsidRDefault="00E134A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E134A7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E134A7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  <w:tr w:rsidR="00E134A7" w:rsidRPr="00CF7BFA" w:rsidTr="005858C2">
        <w:trPr>
          <w:trHeight w:val="502"/>
        </w:trPr>
        <w:tc>
          <w:tcPr>
            <w:tcW w:w="1242" w:type="dxa"/>
          </w:tcPr>
          <w:p w:rsidR="00E134A7" w:rsidRPr="001C1C75" w:rsidRDefault="00E134A7" w:rsidP="005858C2">
            <w:pPr>
              <w:jc w:val="center"/>
            </w:pPr>
            <w:r>
              <w:t>25 жовтня</w:t>
            </w:r>
          </w:p>
        </w:tc>
        <w:tc>
          <w:tcPr>
            <w:tcW w:w="993" w:type="dxa"/>
          </w:tcPr>
          <w:p w:rsidR="00E134A7" w:rsidRPr="001C1C75" w:rsidRDefault="00E134A7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134A7" w:rsidRPr="001C1C75" w:rsidRDefault="00E134A7" w:rsidP="005858C2">
            <w:pPr>
              <w:jc w:val="both"/>
              <w:rPr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проведення місцевих виборів 2020 року</w:t>
            </w:r>
          </w:p>
        </w:tc>
        <w:tc>
          <w:tcPr>
            <w:tcW w:w="3937" w:type="dxa"/>
          </w:tcPr>
          <w:p w:rsidR="00E134A7" w:rsidRDefault="00E134A7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Відповідальна особа  голова райдержадміністрації Камко Д.М.</w:t>
            </w:r>
          </w:p>
        </w:tc>
        <w:tc>
          <w:tcPr>
            <w:tcW w:w="1620" w:type="dxa"/>
          </w:tcPr>
          <w:p w:rsidR="00E134A7" w:rsidRPr="00CF7BFA" w:rsidRDefault="00E134A7" w:rsidP="005858C2">
            <w:pPr>
              <w:rPr>
                <w:i/>
              </w:rPr>
            </w:pPr>
          </w:p>
        </w:tc>
      </w:tr>
    </w:tbl>
    <w:p w:rsidR="00E134A7" w:rsidRDefault="00E134A7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E134A7" w:rsidRDefault="00E134A7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E134A7" w:rsidRPr="003D667C" w:rsidRDefault="00E134A7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E134A7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7E21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432FD"/>
    <w:rsid w:val="0025495B"/>
    <w:rsid w:val="00257D18"/>
    <w:rsid w:val="00262447"/>
    <w:rsid w:val="00273306"/>
    <w:rsid w:val="00275B0B"/>
    <w:rsid w:val="0029184A"/>
    <w:rsid w:val="002A163F"/>
    <w:rsid w:val="002A1662"/>
    <w:rsid w:val="002A5E98"/>
    <w:rsid w:val="002A607E"/>
    <w:rsid w:val="002B3FFA"/>
    <w:rsid w:val="002C5EE6"/>
    <w:rsid w:val="002D7C64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9003A"/>
    <w:rsid w:val="005B1424"/>
    <w:rsid w:val="005C62D7"/>
    <w:rsid w:val="005D16BF"/>
    <w:rsid w:val="005E5128"/>
    <w:rsid w:val="00600612"/>
    <w:rsid w:val="00607DD7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97852"/>
    <w:rsid w:val="006A1931"/>
    <w:rsid w:val="006A2E2C"/>
    <w:rsid w:val="006C3B7C"/>
    <w:rsid w:val="006E4BCA"/>
    <w:rsid w:val="006F604A"/>
    <w:rsid w:val="0070111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E2544"/>
    <w:rsid w:val="00802721"/>
    <w:rsid w:val="00813B62"/>
    <w:rsid w:val="00821044"/>
    <w:rsid w:val="00821D05"/>
    <w:rsid w:val="008226F8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A74FE"/>
    <w:rsid w:val="009B3EA0"/>
    <w:rsid w:val="009C0D7C"/>
    <w:rsid w:val="009C459B"/>
    <w:rsid w:val="009C7FE0"/>
    <w:rsid w:val="009E7B8B"/>
    <w:rsid w:val="009F02E1"/>
    <w:rsid w:val="009F0C1C"/>
    <w:rsid w:val="00A038EB"/>
    <w:rsid w:val="00A31D75"/>
    <w:rsid w:val="00A35312"/>
    <w:rsid w:val="00A40100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F528B"/>
    <w:rsid w:val="00B075CD"/>
    <w:rsid w:val="00B108A6"/>
    <w:rsid w:val="00B13516"/>
    <w:rsid w:val="00B1600B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91011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6240E"/>
    <w:rsid w:val="00C772BB"/>
    <w:rsid w:val="00C9610D"/>
    <w:rsid w:val="00CA153F"/>
    <w:rsid w:val="00CA41EC"/>
    <w:rsid w:val="00CA50D0"/>
    <w:rsid w:val="00CB0E5D"/>
    <w:rsid w:val="00CB1D81"/>
    <w:rsid w:val="00CD2CBA"/>
    <w:rsid w:val="00CE210F"/>
    <w:rsid w:val="00CE2ECD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134A7"/>
    <w:rsid w:val="00E237D3"/>
    <w:rsid w:val="00E25B5D"/>
    <w:rsid w:val="00E432BD"/>
    <w:rsid w:val="00E46832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45D2"/>
    <w:rsid w:val="00EE603F"/>
    <w:rsid w:val="00F31966"/>
    <w:rsid w:val="00F36E30"/>
    <w:rsid w:val="00F77490"/>
    <w:rsid w:val="00F97D81"/>
    <w:rsid w:val="00FB122D"/>
    <w:rsid w:val="00FB7310"/>
    <w:rsid w:val="00FC2630"/>
    <w:rsid w:val="00FC6ABD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8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681</TotalTime>
  <Pages>1</Pages>
  <Words>278</Words>
  <Characters>1587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61</cp:revision>
  <cp:lastPrinted>2020-08-07T12:08:00Z</cp:lastPrinted>
  <dcterms:created xsi:type="dcterms:W3CDTF">2020-09-10T06:06:00Z</dcterms:created>
  <dcterms:modified xsi:type="dcterms:W3CDTF">2020-10-15T05:32:00Z</dcterms:modified>
</cp:coreProperties>
</file>