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485" w:rsidRDefault="000C3485" w:rsidP="00761F3E">
      <w:pPr>
        <w:pStyle w:val="Title"/>
        <w:tabs>
          <w:tab w:val="left" w:pos="851"/>
          <w:tab w:val="left" w:pos="11907"/>
        </w:tabs>
        <w:ind w:firstLine="142"/>
        <w:rPr>
          <w:spacing w:val="40"/>
          <w:sz w:val="20"/>
        </w:rPr>
      </w:pPr>
    </w:p>
    <w:p w:rsidR="000C3485" w:rsidRPr="00DD68C4" w:rsidRDefault="000C3485" w:rsidP="00761F3E">
      <w:pPr>
        <w:pStyle w:val="Title"/>
        <w:tabs>
          <w:tab w:val="left" w:pos="851"/>
          <w:tab w:val="left" w:pos="11907"/>
        </w:tabs>
        <w:ind w:firstLine="142"/>
        <w:rPr>
          <w:spacing w:val="40"/>
          <w:szCs w:val="28"/>
        </w:rPr>
      </w:pPr>
      <w:r w:rsidRPr="00DD68C4">
        <w:rPr>
          <w:spacing w:val="40"/>
          <w:szCs w:val="28"/>
        </w:rPr>
        <w:t>ГОРОДНЯ</w:t>
      </w:r>
      <w:smartTag w:uri="urn:schemas-microsoft-com:office:smarttags" w:element="metricconverter">
        <w:r w:rsidRPr="00DD68C4">
          <w:rPr>
            <w:spacing w:val="40"/>
            <w:szCs w:val="28"/>
          </w:rPr>
          <w:t>НС</w:t>
        </w:r>
      </w:smartTag>
      <w:r w:rsidRPr="00DD68C4">
        <w:rPr>
          <w:spacing w:val="40"/>
          <w:szCs w:val="28"/>
        </w:rPr>
        <w:t>ЬКА РАЙДЕРЖАДМІНІСТРАЦІЯ</w:t>
      </w:r>
    </w:p>
    <w:p w:rsidR="000C3485" w:rsidRPr="00DD68C4" w:rsidRDefault="000C3485" w:rsidP="00CA41EC">
      <w:pPr>
        <w:pStyle w:val="Title"/>
        <w:tabs>
          <w:tab w:val="left" w:pos="851"/>
          <w:tab w:val="left" w:pos="5565"/>
        </w:tabs>
        <w:ind w:firstLine="142"/>
        <w:outlineLvl w:val="0"/>
        <w:rPr>
          <w:szCs w:val="28"/>
        </w:rPr>
      </w:pPr>
      <w:r w:rsidRPr="00DD68C4">
        <w:rPr>
          <w:szCs w:val="28"/>
        </w:rPr>
        <w:t>П Л А Н</w:t>
      </w:r>
    </w:p>
    <w:p w:rsidR="000C3485" w:rsidRPr="00E61C99" w:rsidRDefault="000C3485" w:rsidP="00E61C99">
      <w:pPr>
        <w:pStyle w:val="BodyText3"/>
        <w:tabs>
          <w:tab w:val="left" w:pos="851"/>
        </w:tabs>
        <w:ind w:firstLine="142"/>
        <w:rPr>
          <w:spacing w:val="30"/>
          <w:szCs w:val="28"/>
        </w:rPr>
      </w:pPr>
      <w:r w:rsidRPr="00DD68C4">
        <w:rPr>
          <w:spacing w:val="30"/>
          <w:szCs w:val="28"/>
        </w:rPr>
        <w:t xml:space="preserve">на тиждень з </w:t>
      </w:r>
      <w:r>
        <w:rPr>
          <w:spacing w:val="30"/>
          <w:szCs w:val="28"/>
        </w:rPr>
        <w:t>12-</w:t>
      </w:r>
      <w:r>
        <w:rPr>
          <w:spacing w:val="30"/>
          <w:szCs w:val="28"/>
          <w:lang w:val="ru-RU"/>
        </w:rPr>
        <w:t xml:space="preserve">18 </w:t>
      </w:r>
      <w:r>
        <w:rPr>
          <w:spacing w:val="30"/>
          <w:szCs w:val="28"/>
        </w:rPr>
        <w:t xml:space="preserve">жовтня </w:t>
      </w:r>
      <w:r w:rsidRPr="00DD68C4">
        <w:rPr>
          <w:spacing w:val="30"/>
          <w:szCs w:val="28"/>
        </w:rPr>
        <w:t>2020 року</w:t>
      </w:r>
    </w:p>
    <w:tbl>
      <w:tblPr>
        <w:tblpPr w:leftFromText="180" w:rightFromText="180" w:vertAnchor="text" w:horzAnchor="margin" w:tblpY="212"/>
        <w:tblW w:w="155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42"/>
        <w:gridCol w:w="993"/>
        <w:gridCol w:w="7796"/>
        <w:gridCol w:w="3937"/>
        <w:gridCol w:w="1620"/>
      </w:tblGrid>
      <w:tr w:rsidR="000C3485" w:rsidRPr="00CF7BFA" w:rsidTr="00E61C99">
        <w:trPr>
          <w:trHeight w:val="70"/>
        </w:trPr>
        <w:tc>
          <w:tcPr>
            <w:tcW w:w="1242" w:type="dxa"/>
          </w:tcPr>
          <w:p w:rsidR="000C3485" w:rsidRPr="00CF7BFA" w:rsidRDefault="000C3485" w:rsidP="00567EC6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Дата</w:t>
            </w:r>
          </w:p>
        </w:tc>
        <w:tc>
          <w:tcPr>
            <w:tcW w:w="993" w:type="dxa"/>
          </w:tcPr>
          <w:p w:rsidR="000C3485" w:rsidRPr="00CF7BFA" w:rsidRDefault="000C3485" w:rsidP="00567EC6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Час</w:t>
            </w:r>
          </w:p>
        </w:tc>
        <w:tc>
          <w:tcPr>
            <w:tcW w:w="7796" w:type="dxa"/>
          </w:tcPr>
          <w:p w:rsidR="000C3485" w:rsidRPr="00CF7BFA" w:rsidRDefault="000C3485" w:rsidP="00567EC6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Захід</w:t>
            </w:r>
          </w:p>
        </w:tc>
        <w:tc>
          <w:tcPr>
            <w:tcW w:w="3937" w:type="dxa"/>
          </w:tcPr>
          <w:p w:rsidR="000C3485" w:rsidRPr="00CF7BFA" w:rsidRDefault="000C3485" w:rsidP="00567EC6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Відповідає</w:t>
            </w:r>
          </w:p>
        </w:tc>
        <w:tc>
          <w:tcPr>
            <w:tcW w:w="1620" w:type="dxa"/>
          </w:tcPr>
          <w:p w:rsidR="000C3485" w:rsidRPr="00CF7BFA" w:rsidRDefault="000C3485" w:rsidP="00567EC6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 xml:space="preserve">Відмітка про виконання </w:t>
            </w:r>
          </w:p>
        </w:tc>
      </w:tr>
      <w:tr w:rsidR="000C3485" w:rsidRPr="00CF7BFA" w:rsidTr="00E61C99">
        <w:trPr>
          <w:trHeight w:val="495"/>
        </w:trPr>
        <w:tc>
          <w:tcPr>
            <w:tcW w:w="1242" w:type="dxa"/>
            <w:vMerge w:val="restart"/>
          </w:tcPr>
          <w:p w:rsidR="000C3485" w:rsidRPr="001C1C75" w:rsidRDefault="000C3485" w:rsidP="00567EC6">
            <w:pPr>
              <w:jc w:val="center"/>
            </w:pPr>
            <w:r>
              <w:rPr>
                <w:sz w:val="22"/>
                <w:szCs w:val="22"/>
              </w:rPr>
              <w:t>12 жовтня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C3485" w:rsidRPr="001C1C75" w:rsidRDefault="000C3485" w:rsidP="00567EC6">
            <w:pPr>
              <w:jc w:val="center"/>
            </w:pPr>
            <w:r w:rsidRPr="001C1C75">
              <w:rPr>
                <w:sz w:val="22"/>
                <w:szCs w:val="22"/>
              </w:rPr>
              <w:t>08-30</w:t>
            </w:r>
          </w:p>
          <w:p w:rsidR="000C3485" w:rsidRPr="001C1C75" w:rsidRDefault="000C3485" w:rsidP="00567EC6">
            <w:pPr>
              <w:jc w:val="center"/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0C3485" w:rsidRPr="001C1C75" w:rsidRDefault="000C3485" w:rsidP="00567EC6">
            <w:pPr>
              <w:jc w:val="both"/>
            </w:pPr>
            <w:r w:rsidRPr="001C1C75">
              <w:rPr>
                <w:sz w:val="22"/>
                <w:szCs w:val="22"/>
              </w:rPr>
              <w:t xml:space="preserve">нарада з керівниками структурних підрозділів апарату райдержадміністрації 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</w:tcPr>
          <w:p w:rsidR="000C3485" w:rsidRPr="00CF7BFA" w:rsidRDefault="000C3485" w:rsidP="00567EC6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 xml:space="preserve">Проводить </w:t>
            </w:r>
            <w:r>
              <w:rPr>
                <w:i/>
                <w:sz w:val="20"/>
                <w:szCs w:val="20"/>
              </w:rPr>
              <w:t>керівник апарату райдержадміністрації Лебедєва Н.В.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0C3485" w:rsidRPr="00CF7BFA" w:rsidRDefault="000C3485" w:rsidP="00567EC6">
            <w:pPr>
              <w:rPr>
                <w:i/>
              </w:rPr>
            </w:pPr>
          </w:p>
        </w:tc>
      </w:tr>
      <w:tr w:rsidR="000C3485" w:rsidRPr="00CF7BFA" w:rsidTr="00E61C99">
        <w:trPr>
          <w:trHeight w:val="540"/>
        </w:trPr>
        <w:tc>
          <w:tcPr>
            <w:tcW w:w="1242" w:type="dxa"/>
            <w:vMerge/>
          </w:tcPr>
          <w:p w:rsidR="000C3485" w:rsidRPr="001C1C75" w:rsidRDefault="000C3485" w:rsidP="00567EC6">
            <w:pPr>
              <w:jc w:val="center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C3485" w:rsidRPr="001C1C75" w:rsidRDefault="000C3485" w:rsidP="00567EC6">
            <w:pPr>
              <w:jc w:val="center"/>
            </w:pPr>
            <w:r w:rsidRPr="001C1C75">
              <w:rPr>
                <w:sz w:val="22"/>
                <w:szCs w:val="22"/>
              </w:rPr>
              <w:t>09-00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0C3485" w:rsidRPr="001C1C75" w:rsidRDefault="000C3485" w:rsidP="00567EC6">
            <w:pPr>
              <w:jc w:val="both"/>
            </w:pPr>
            <w:r w:rsidRPr="001C1C75">
              <w:rPr>
                <w:sz w:val="22"/>
                <w:szCs w:val="22"/>
              </w:rPr>
              <w:t>оперативна нарада з керівниками структурних підрозділів райдержадміністрації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</w:tcPr>
          <w:p w:rsidR="000C3485" w:rsidRPr="00CF7BFA" w:rsidRDefault="000C3485" w:rsidP="00567EC6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>Проводить голова райдержадміністрац</w:t>
            </w:r>
            <w:r>
              <w:rPr>
                <w:i/>
                <w:sz w:val="20"/>
                <w:szCs w:val="20"/>
              </w:rPr>
              <w:t xml:space="preserve">ії </w:t>
            </w:r>
            <w:r w:rsidRPr="00CF7BFA">
              <w:rPr>
                <w:i/>
                <w:sz w:val="20"/>
                <w:szCs w:val="20"/>
              </w:rPr>
              <w:t>Камко Д.М.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0C3485" w:rsidRDefault="000C3485" w:rsidP="00567EC6">
            <w:pPr>
              <w:rPr>
                <w:i/>
              </w:rPr>
            </w:pPr>
          </w:p>
          <w:p w:rsidR="000C3485" w:rsidRPr="00CF7BFA" w:rsidRDefault="000C3485" w:rsidP="00567EC6">
            <w:pPr>
              <w:rPr>
                <w:i/>
              </w:rPr>
            </w:pPr>
          </w:p>
        </w:tc>
      </w:tr>
      <w:tr w:rsidR="000C3485" w:rsidRPr="00CF7BFA" w:rsidTr="00E61C99">
        <w:trPr>
          <w:trHeight w:val="540"/>
        </w:trPr>
        <w:tc>
          <w:tcPr>
            <w:tcW w:w="1242" w:type="dxa"/>
            <w:vMerge/>
          </w:tcPr>
          <w:p w:rsidR="000C3485" w:rsidRPr="001C1C75" w:rsidRDefault="000C3485" w:rsidP="008278AC">
            <w:pPr>
              <w:jc w:val="center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C3485" w:rsidRPr="00CF7BFA" w:rsidRDefault="000C3485" w:rsidP="008278AC">
            <w:pPr>
              <w:jc w:val="center"/>
            </w:pPr>
            <w:r>
              <w:t>11-00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0C3485" w:rsidRPr="00CF7BFA" w:rsidRDefault="000C3485" w:rsidP="008278AC">
            <w:pPr>
              <w:jc w:val="both"/>
            </w:pPr>
            <w:r>
              <w:t xml:space="preserve">нарада з керівниками структурних підрозділів райдержадміністрації  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</w:tcPr>
          <w:p w:rsidR="000C3485" w:rsidRPr="00CF7BFA" w:rsidRDefault="000C3485" w:rsidP="008278AC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Проводить перший заступник голови райдержадміністрації Беребера І.П. 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0C3485" w:rsidRDefault="000C3485" w:rsidP="008278AC">
            <w:pPr>
              <w:rPr>
                <w:i/>
              </w:rPr>
            </w:pPr>
          </w:p>
        </w:tc>
      </w:tr>
      <w:tr w:rsidR="000C3485" w:rsidRPr="00CF7BFA" w:rsidTr="00E61C99">
        <w:trPr>
          <w:trHeight w:val="540"/>
        </w:trPr>
        <w:tc>
          <w:tcPr>
            <w:tcW w:w="1242" w:type="dxa"/>
            <w:vMerge/>
          </w:tcPr>
          <w:p w:rsidR="000C3485" w:rsidRPr="0014004C" w:rsidRDefault="000C3485" w:rsidP="008278AC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C3485" w:rsidRDefault="000C3485" w:rsidP="008278AC">
            <w:pPr>
              <w:jc w:val="center"/>
            </w:pPr>
            <w:r>
              <w:t>14-00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0C3485" w:rsidRDefault="000C3485" w:rsidP="008278AC">
            <w:pPr>
              <w:jc w:val="both"/>
            </w:pPr>
            <w:r>
              <w:t>робоча поїздка до Чернігівської ОДА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</w:tcPr>
          <w:p w:rsidR="000C3485" w:rsidRDefault="000C3485" w:rsidP="008278AC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Голова райдержадміністрації Камко Д.М.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0C3485" w:rsidRDefault="000C3485" w:rsidP="008278AC">
            <w:pPr>
              <w:rPr>
                <w:i/>
              </w:rPr>
            </w:pPr>
          </w:p>
        </w:tc>
      </w:tr>
      <w:tr w:rsidR="000C3485" w:rsidRPr="00CF7BFA" w:rsidTr="00E61C99">
        <w:trPr>
          <w:trHeight w:val="540"/>
        </w:trPr>
        <w:tc>
          <w:tcPr>
            <w:tcW w:w="1242" w:type="dxa"/>
            <w:vMerge w:val="restart"/>
          </w:tcPr>
          <w:p w:rsidR="000C3485" w:rsidRPr="001C1C75" w:rsidRDefault="000C3485" w:rsidP="008278A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13 жовтня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C3485" w:rsidRPr="001C1C75" w:rsidRDefault="000C3485" w:rsidP="008278AC">
            <w:pPr>
              <w:jc w:val="center"/>
            </w:pPr>
            <w:r>
              <w:rPr>
                <w:sz w:val="22"/>
                <w:szCs w:val="22"/>
              </w:rPr>
              <w:t>09-00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0C3485" w:rsidRPr="001C1C75" w:rsidRDefault="000C3485" w:rsidP="008278AC">
            <w:pPr>
              <w:jc w:val="both"/>
            </w:pPr>
            <w:r w:rsidRPr="002D7C64">
              <w:t>заходи до Дня захисника України та Дня Українського козацтва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</w:tcPr>
          <w:p w:rsidR="000C3485" w:rsidRPr="00CF7BFA" w:rsidRDefault="000C3485" w:rsidP="008278AC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Участь голови райдержадміністрації Камка Д.М. 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0C3485" w:rsidRDefault="000C3485" w:rsidP="008278AC">
            <w:pPr>
              <w:rPr>
                <w:i/>
              </w:rPr>
            </w:pPr>
          </w:p>
        </w:tc>
      </w:tr>
      <w:tr w:rsidR="000C3485" w:rsidRPr="00CF7BFA" w:rsidTr="00E61C99">
        <w:trPr>
          <w:trHeight w:val="540"/>
        </w:trPr>
        <w:tc>
          <w:tcPr>
            <w:tcW w:w="1242" w:type="dxa"/>
            <w:vMerge/>
          </w:tcPr>
          <w:p w:rsidR="000C3485" w:rsidRDefault="000C3485" w:rsidP="00967EB8">
            <w:pPr>
              <w:jc w:val="center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C3485" w:rsidRDefault="000C3485" w:rsidP="00967E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10-00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0C3485" w:rsidRPr="002D7C64" w:rsidRDefault="000C3485" w:rsidP="00967EB8">
            <w:pPr>
              <w:jc w:val="both"/>
            </w:pPr>
            <w:r>
              <w:t>районні методичні об</w:t>
            </w:r>
            <w:r w:rsidRPr="00967EB8">
              <w:t>’</w:t>
            </w:r>
            <w:r>
              <w:t>єднання вчителів філологічних дисциплін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</w:tcPr>
          <w:p w:rsidR="000C3485" w:rsidRDefault="000C3485" w:rsidP="00967EB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Відповідальний сектор освіти, культури, молоді та спорту райдержадміністрації  </w:t>
            </w:r>
          </w:p>
          <w:p w:rsidR="000C3485" w:rsidRDefault="000C3485" w:rsidP="00967EB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Шпігар С.В.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0C3485" w:rsidRDefault="000C3485" w:rsidP="00967EB8">
            <w:pPr>
              <w:rPr>
                <w:i/>
              </w:rPr>
            </w:pPr>
          </w:p>
        </w:tc>
      </w:tr>
      <w:tr w:rsidR="000C3485" w:rsidRPr="00CF7BFA" w:rsidTr="00E61C99">
        <w:trPr>
          <w:trHeight w:val="540"/>
        </w:trPr>
        <w:tc>
          <w:tcPr>
            <w:tcW w:w="1242" w:type="dxa"/>
          </w:tcPr>
          <w:p w:rsidR="000C3485" w:rsidRDefault="000C3485" w:rsidP="00967EB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14 жовтня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C3485" w:rsidRDefault="000C3485" w:rsidP="00967E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11-00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0C3485" w:rsidRPr="002D7C64" w:rsidRDefault="000C3485" w:rsidP="00967EB8">
            <w:pPr>
              <w:jc w:val="both"/>
            </w:pPr>
            <w:r>
              <w:t>відкриття Тупичівської місцевої пожежної команди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</w:tcPr>
          <w:p w:rsidR="000C3485" w:rsidRDefault="000C3485" w:rsidP="00967EB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Участь голови райдержадміністрація Камка Д.М.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0C3485" w:rsidRDefault="000C3485" w:rsidP="00967EB8">
            <w:pPr>
              <w:rPr>
                <w:i/>
              </w:rPr>
            </w:pPr>
          </w:p>
        </w:tc>
      </w:tr>
      <w:tr w:rsidR="000C3485" w:rsidRPr="00CF7BFA" w:rsidTr="00E61C99">
        <w:trPr>
          <w:trHeight w:val="416"/>
        </w:trPr>
        <w:tc>
          <w:tcPr>
            <w:tcW w:w="1242" w:type="dxa"/>
            <w:vMerge w:val="restart"/>
            <w:tcBorders>
              <w:top w:val="single" w:sz="4" w:space="0" w:color="auto"/>
            </w:tcBorders>
          </w:tcPr>
          <w:p w:rsidR="000C3485" w:rsidRPr="001C1C75" w:rsidRDefault="000C3485" w:rsidP="00967EB8">
            <w:pPr>
              <w:jc w:val="center"/>
            </w:pPr>
            <w:r>
              <w:rPr>
                <w:sz w:val="22"/>
                <w:szCs w:val="22"/>
              </w:rPr>
              <w:t>16</w:t>
            </w:r>
            <w:r w:rsidRPr="001C1C75">
              <w:rPr>
                <w:sz w:val="22"/>
                <w:szCs w:val="22"/>
              </w:rPr>
              <w:t xml:space="preserve"> жовтня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C3485" w:rsidRPr="001C1C75" w:rsidRDefault="000C3485" w:rsidP="00967EB8">
            <w:r w:rsidRPr="001C1C75">
              <w:rPr>
                <w:sz w:val="22"/>
                <w:szCs w:val="22"/>
              </w:rPr>
              <w:t>10-00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:rsidR="000C3485" w:rsidRPr="001C1C75" w:rsidRDefault="000C3485" w:rsidP="00967EB8">
            <w:pPr>
              <w:jc w:val="both"/>
            </w:pPr>
            <w:r w:rsidRPr="001C1C75">
              <w:rPr>
                <w:sz w:val="22"/>
                <w:szCs w:val="22"/>
              </w:rPr>
              <w:t>засідання комісії з призначення (не призначення) житлових субсидій та надання пільг за фактичним місцем проживання</w:t>
            </w:r>
          </w:p>
        </w:tc>
        <w:tc>
          <w:tcPr>
            <w:tcW w:w="3937" w:type="dxa"/>
            <w:tcBorders>
              <w:top w:val="single" w:sz="4" w:space="0" w:color="auto"/>
            </w:tcBorders>
          </w:tcPr>
          <w:p w:rsidR="000C3485" w:rsidRPr="00CF7BFA" w:rsidRDefault="000C3485" w:rsidP="00967EB8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 xml:space="preserve">Проводить </w:t>
            </w:r>
            <w:r>
              <w:rPr>
                <w:i/>
                <w:sz w:val="20"/>
                <w:szCs w:val="20"/>
              </w:rPr>
              <w:t>перший заступник голови  райдержадміністрації Беребера І.П.</w:t>
            </w:r>
          </w:p>
        </w:tc>
        <w:tc>
          <w:tcPr>
            <w:tcW w:w="1620" w:type="dxa"/>
          </w:tcPr>
          <w:p w:rsidR="000C3485" w:rsidRPr="00CF7BFA" w:rsidRDefault="000C3485" w:rsidP="00967EB8">
            <w:pPr>
              <w:rPr>
                <w:i/>
              </w:rPr>
            </w:pPr>
          </w:p>
        </w:tc>
      </w:tr>
      <w:tr w:rsidR="000C3485" w:rsidRPr="00CF7BFA" w:rsidTr="00E61C99">
        <w:trPr>
          <w:trHeight w:val="601"/>
        </w:trPr>
        <w:tc>
          <w:tcPr>
            <w:tcW w:w="1242" w:type="dxa"/>
            <w:vMerge/>
          </w:tcPr>
          <w:p w:rsidR="000C3485" w:rsidRPr="001C1C75" w:rsidRDefault="000C3485" w:rsidP="00967EB8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C3485" w:rsidRPr="001C1C75" w:rsidRDefault="000C3485" w:rsidP="00967EB8">
            <w:r>
              <w:rPr>
                <w:sz w:val="22"/>
                <w:szCs w:val="22"/>
              </w:rPr>
              <w:t>10-3</w:t>
            </w:r>
            <w:r w:rsidRPr="001C1C75">
              <w:rPr>
                <w:sz w:val="22"/>
                <w:szCs w:val="22"/>
              </w:rPr>
              <w:t>0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:rsidR="000C3485" w:rsidRPr="001C1C75" w:rsidRDefault="000C3485" w:rsidP="00967EB8">
            <w:pPr>
              <w:jc w:val="both"/>
            </w:pPr>
            <w:r w:rsidRPr="001C1C75">
              <w:rPr>
                <w:sz w:val="22"/>
                <w:szCs w:val="22"/>
              </w:rPr>
              <w:t>засідання комісії з контролю за проведенням соціальних виплат внутрішньо переміщеним особам за місцем їх фактичного проживання (перебування)</w:t>
            </w:r>
          </w:p>
        </w:tc>
        <w:tc>
          <w:tcPr>
            <w:tcW w:w="3937" w:type="dxa"/>
            <w:tcBorders>
              <w:top w:val="single" w:sz="4" w:space="0" w:color="auto"/>
            </w:tcBorders>
          </w:tcPr>
          <w:p w:rsidR="000C3485" w:rsidRPr="00CF7BFA" w:rsidRDefault="000C3485" w:rsidP="00967EB8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 xml:space="preserve">Проводить </w:t>
            </w:r>
            <w:r>
              <w:rPr>
                <w:i/>
                <w:sz w:val="20"/>
                <w:szCs w:val="20"/>
              </w:rPr>
              <w:t>перший заступник голови  райдержадміністрації Беребера І.П.</w:t>
            </w:r>
          </w:p>
        </w:tc>
        <w:tc>
          <w:tcPr>
            <w:tcW w:w="1620" w:type="dxa"/>
          </w:tcPr>
          <w:p w:rsidR="000C3485" w:rsidRPr="00CF7BFA" w:rsidRDefault="000C3485" w:rsidP="00967EB8">
            <w:pPr>
              <w:rPr>
                <w:i/>
              </w:rPr>
            </w:pPr>
          </w:p>
        </w:tc>
      </w:tr>
      <w:tr w:rsidR="000C3485" w:rsidRPr="00CF7BFA" w:rsidTr="00E61C99">
        <w:trPr>
          <w:trHeight w:val="502"/>
        </w:trPr>
        <w:tc>
          <w:tcPr>
            <w:tcW w:w="1242" w:type="dxa"/>
            <w:vMerge w:val="restart"/>
            <w:tcBorders>
              <w:top w:val="single" w:sz="4" w:space="0" w:color="auto"/>
            </w:tcBorders>
          </w:tcPr>
          <w:p w:rsidR="000C3485" w:rsidRPr="001C1C75" w:rsidRDefault="000C3485" w:rsidP="00967EB8">
            <w:pPr>
              <w:jc w:val="center"/>
            </w:pPr>
            <w:r w:rsidRPr="001C1C75">
              <w:rPr>
                <w:sz w:val="22"/>
                <w:szCs w:val="22"/>
              </w:rPr>
              <w:t>протягом тижня</w:t>
            </w:r>
          </w:p>
          <w:p w:rsidR="000C3485" w:rsidRPr="001C1C75" w:rsidRDefault="000C3485" w:rsidP="00967EB8">
            <w:pPr>
              <w:jc w:val="center"/>
            </w:pPr>
          </w:p>
        </w:tc>
        <w:tc>
          <w:tcPr>
            <w:tcW w:w="993" w:type="dxa"/>
          </w:tcPr>
          <w:p w:rsidR="000C3485" w:rsidRPr="001C1C75" w:rsidRDefault="000C3485" w:rsidP="00967EB8">
            <w:pPr>
              <w:jc w:val="center"/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0C3485" w:rsidRPr="001C1C75" w:rsidRDefault="000C3485" w:rsidP="00967EB8">
            <w:pPr>
              <w:jc w:val="both"/>
            </w:pPr>
            <w:r w:rsidRPr="001C1C75">
              <w:rPr>
                <w:sz w:val="22"/>
                <w:szCs w:val="22"/>
                <w:shd w:val="clear" w:color="auto" w:fill="FFFFFF"/>
              </w:rPr>
              <w:t>засідання комісії ТЕБ та НС щодо запобігання поширенню випадків гострої респіраторної хвороби, спричиненої коронавірусом (</w:t>
            </w:r>
            <w:r w:rsidRPr="001C1C75">
              <w:rPr>
                <w:i/>
                <w:sz w:val="22"/>
                <w:szCs w:val="22"/>
                <w:shd w:val="clear" w:color="auto" w:fill="FFFFFF"/>
              </w:rPr>
              <w:t>в разі необхідності)</w:t>
            </w:r>
          </w:p>
        </w:tc>
        <w:tc>
          <w:tcPr>
            <w:tcW w:w="3937" w:type="dxa"/>
          </w:tcPr>
          <w:p w:rsidR="000C3485" w:rsidRPr="00CF7BFA" w:rsidRDefault="000C3485" w:rsidP="00967EB8">
            <w:pPr>
              <w:rPr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>Проводить голова  райдержадміністрації Камко Д.М.</w:t>
            </w:r>
          </w:p>
        </w:tc>
        <w:tc>
          <w:tcPr>
            <w:tcW w:w="1620" w:type="dxa"/>
          </w:tcPr>
          <w:p w:rsidR="000C3485" w:rsidRPr="00CF7BFA" w:rsidRDefault="000C3485" w:rsidP="00967EB8">
            <w:pPr>
              <w:rPr>
                <w:i/>
              </w:rPr>
            </w:pPr>
          </w:p>
        </w:tc>
      </w:tr>
      <w:tr w:rsidR="000C3485" w:rsidRPr="00CF7BFA" w:rsidTr="00E61C99">
        <w:trPr>
          <w:trHeight w:val="502"/>
        </w:trPr>
        <w:tc>
          <w:tcPr>
            <w:tcW w:w="1242" w:type="dxa"/>
            <w:vMerge/>
          </w:tcPr>
          <w:p w:rsidR="000C3485" w:rsidRPr="001C1C75" w:rsidRDefault="000C3485" w:rsidP="00967EB8">
            <w:pPr>
              <w:jc w:val="center"/>
            </w:pPr>
          </w:p>
        </w:tc>
        <w:tc>
          <w:tcPr>
            <w:tcW w:w="993" w:type="dxa"/>
          </w:tcPr>
          <w:p w:rsidR="000C3485" w:rsidRPr="001C1C75" w:rsidRDefault="000C3485" w:rsidP="00967EB8">
            <w:pPr>
              <w:jc w:val="center"/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0C3485" w:rsidRPr="001C1C75" w:rsidRDefault="000C3485" w:rsidP="00967EB8">
            <w:pPr>
              <w:jc w:val="both"/>
              <w:rPr>
                <w:shd w:val="clear" w:color="auto" w:fill="FFFFFF"/>
              </w:rPr>
            </w:pPr>
            <w:r w:rsidRPr="001C1C75">
              <w:rPr>
                <w:sz w:val="22"/>
                <w:szCs w:val="22"/>
                <w:shd w:val="clear" w:color="auto" w:fill="FFFFFF"/>
              </w:rPr>
              <w:t>виїзди робочої групи в заклади освіти з метою перевірки дотримання санітарно-епідемічних вимог до організації навчально-виховного процесу</w:t>
            </w:r>
          </w:p>
        </w:tc>
        <w:tc>
          <w:tcPr>
            <w:tcW w:w="3937" w:type="dxa"/>
          </w:tcPr>
          <w:p w:rsidR="000C3485" w:rsidRDefault="000C3485" w:rsidP="00967EB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Відповідальний сектор освіти, культури, молоді та спорту райдержадміністрації  </w:t>
            </w:r>
          </w:p>
          <w:p w:rsidR="000C3485" w:rsidRDefault="000C3485" w:rsidP="00967EB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Шпігар С.В.</w:t>
            </w:r>
          </w:p>
        </w:tc>
        <w:tc>
          <w:tcPr>
            <w:tcW w:w="1620" w:type="dxa"/>
          </w:tcPr>
          <w:p w:rsidR="000C3485" w:rsidRPr="00CF7BFA" w:rsidRDefault="000C3485" w:rsidP="00967EB8">
            <w:pPr>
              <w:rPr>
                <w:i/>
              </w:rPr>
            </w:pPr>
          </w:p>
        </w:tc>
      </w:tr>
    </w:tbl>
    <w:p w:rsidR="000C3485" w:rsidRDefault="000C3485" w:rsidP="00403A5D">
      <w:pPr>
        <w:spacing w:line="240" w:lineRule="atLeast"/>
        <w:ind w:right="-1"/>
        <w:rPr>
          <w:b/>
          <w:i/>
          <w:sz w:val="28"/>
          <w:szCs w:val="28"/>
        </w:rPr>
      </w:pPr>
    </w:p>
    <w:p w:rsidR="000C3485" w:rsidRDefault="000C3485" w:rsidP="00403A5D">
      <w:pPr>
        <w:spacing w:line="240" w:lineRule="atLeast"/>
        <w:ind w:right="-1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В.о. к</w:t>
      </w:r>
      <w:r w:rsidRPr="003D667C">
        <w:rPr>
          <w:b/>
          <w:i/>
          <w:sz w:val="28"/>
          <w:szCs w:val="28"/>
        </w:rPr>
        <w:t>ерівник</w:t>
      </w:r>
      <w:r>
        <w:rPr>
          <w:b/>
          <w:i/>
          <w:sz w:val="28"/>
          <w:szCs w:val="28"/>
        </w:rPr>
        <w:t>а</w:t>
      </w:r>
      <w:r w:rsidRPr="003D667C">
        <w:rPr>
          <w:b/>
          <w:i/>
          <w:sz w:val="28"/>
          <w:szCs w:val="28"/>
        </w:rPr>
        <w:t xml:space="preserve"> апарату </w:t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 xml:space="preserve">Світлана ДЕМЯНЦЕВА </w:t>
      </w:r>
    </w:p>
    <w:p w:rsidR="000C3485" w:rsidRPr="003D667C" w:rsidRDefault="000C3485" w:rsidP="00403A5D">
      <w:pPr>
        <w:spacing w:line="240" w:lineRule="atLeast"/>
        <w:ind w:right="-1"/>
        <w:rPr>
          <w:b/>
          <w:i/>
          <w:sz w:val="28"/>
          <w:szCs w:val="28"/>
        </w:rPr>
      </w:pPr>
    </w:p>
    <w:sectPr w:rsidR="000C3485" w:rsidRPr="003D667C" w:rsidSect="00403A5D">
      <w:pgSz w:w="16838" w:h="11906" w:orient="landscape" w:code="9"/>
      <w:pgMar w:top="426" w:right="426" w:bottom="28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2C6469"/>
    <w:multiLevelType w:val="hybridMultilevel"/>
    <w:tmpl w:val="AA3C32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41EC"/>
    <w:rsid w:val="00002115"/>
    <w:rsid w:val="0000450B"/>
    <w:rsid w:val="00011E4F"/>
    <w:rsid w:val="0002094B"/>
    <w:rsid w:val="00046DF4"/>
    <w:rsid w:val="000524FE"/>
    <w:rsid w:val="000560A7"/>
    <w:rsid w:val="00060F0A"/>
    <w:rsid w:val="00065EC9"/>
    <w:rsid w:val="000852E9"/>
    <w:rsid w:val="000A0E4D"/>
    <w:rsid w:val="000C1CEE"/>
    <w:rsid w:val="000C3485"/>
    <w:rsid w:val="000C5524"/>
    <w:rsid w:val="000D093E"/>
    <w:rsid w:val="000D1866"/>
    <w:rsid w:val="000D5904"/>
    <w:rsid w:val="000E12CF"/>
    <w:rsid w:val="000E3FB2"/>
    <w:rsid w:val="000E5CA4"/>
    <w:rsid w:val="000E7547"/>
    <w:rsid w:val="000E7B6D"/>
    <w:rsid w:val="00101335"/>
    <w:rsid w:val="00102D45"/>
    <w:rsid w:val="001152E1"/>
    <w:rsid w:val="00127E21"/>
    <w:rsid w:val="0014004C"/>
    <w:rsid w:val="00167DA1"/>
    <w:rsid w:val="001A2AC6"/>
    <w:rsid w:val="001A6CB6"/>
    <w:rsid w:val="001B1AD0"/>
    <w:rsid w:val="001C1C75"/>
    <w:rsid w:val="001D74A4"/>
    <w:rsid w:val="001E2357"/>
    <w:rsid w:val="001F0CA6"/>
    <w:rsid w:val="002222A9"/>
    <w:rsid w:val="002432FD"/>
    <w:rsid w:val="0025495B"/>
    <w:rsid w:val="00257D18"/>
    <w:rsid w:val="00262447"/>
    <w:rsid w:val="00273306"/>
    <w:rsid w:val="0029184A"/>
    <w:rsid w:val="002A163F"/>
    <w:rsid w:val="002A1662"/>
    <w:rsid w:val="002A5E98"/>
    <w:rsid w:val="002A607E"/>
    <w:rsid w:val="002B3FFA"/>
    <w:rsid w:val="002C5EE6"/>
    <w:rsid w:val="002D7C64"/>
    <w:rsid w:val="002E058A"/>
    <w:rsid w:val="003018C8"/>
    <w:rsid w:val="00315612"/>
    <w:rsid w:val="00321465"/>
    <w:rsid w:val="00327D71"/>
    <w:rsid w:val="00357D08"/>
    <w:rsid w:val="00360E30"/>
    <w:rsid w:val="0037032C"/>
    <w:rsid w:val="0037302D"/>
    <w:rsid w:val="00376241"/>
    <w:rsid w:val="00386CDE"/>
    <w:rsid w:val="003A0C06"/>
    <w:rsid w:val="003B241C"/>
    <w:rsid w:val="003B3B23"/>
    <w:rsid w:val="003B4E0D"/>
    <w:rsid w:val="003D5E89"/>
    <w:rsid w:val="003D667C"/>
    <w:rsid w:val="003E3610"/>
    <w:rsid w:val="003E4445"/>
    <w:rsid w:val="003F17D1"/>
    <w:rsid w:val="003F4F81"/>
    <w:rsid w:val="00403A5D"/>
    <w:rsid w:val="00417197"/>
    <w:rsid w:val="0045008B"/>
    <w:rsid w:val="0045121F"/>
    <w:rsid w:val="00475364"/>
    <w:rsid w:val="00480A93"/>
    <w:rsid w:val="00492699"/>
    <w:rsid w:val="00495B77"/>
    <w:rsid w:val="004B7A7C"/>
    <w:rsid w:val="004C29C0"/>
    <w:rsid w:val="004C38AB"/>
    <w:rsid w:val="004C43E8"/>
    <w:rsid w:val="004D5CE2"/>
    <w:rsid w:val="00500F64"/>
    <w:rsid w:val="0050362F"/>
    <w:rsid w:val="00510B74"/>
    <w:rsid w:val="005260B4"/>
    <w:rsid w:val="005472AC"/>
    <w:rsid w:val="00550FA6"/>
    <w:rsid w:val="00554DCC"/>
    <w:rsid w:val="00567EC6"/>
    <w:rsid w:val="005838BE"/>
    <w:rsid w:val="0059003A"/>
    <w:rsid w:val="005B1424"/>
    <w:rsid w:val="005C62D7"/>
    <w:rsid w:val="005D16BF"/>
    <w:rsid w:val="005E5128"/>
    <w:rsid w:val="00600612"/>
    <w:rsid w:val="00607DD7"/>
    <w:rsid w:val="0061153E"/>
    <w:rsid w:val="00611BE8"/>
    <w:rsid w:val="006138A0"/>
    <w:rsid w:val="0061675B"/>
    <w:rsid w:val="00622EAA"/>
    <w:rsid w:val="00650DE5"/>
    <w:rsid w:val="00671123"/>
    <w:rsid w:val="00691416"/>
    <w:rsid w:val="00694E56"/>
    <w:rsid w:val="00697852"/>
    <w:rsid w:val="006A1931"/>
    <w:rsid w:val="006A2E2C"/>
    <w:rsid w:val="006C3B7C"/>
    <w:rsid w:val="006E4BCA"/>
    <w:rsid w:val="006F604A"/>
    <w:rsid w:val="00701111"/>
    <w:rsid w:val="007152F6"/>
    <w:rsid w:val="007160BE"/>
    <w:rsid w:val="00727C85"/>
    <w:rsid w:val="00742B3C"/>
    <w:rsid w:val="007446B3"/>
    <w:rsid w:val="00746E79"/>
    <w:rsid w:val="00753A88"/>
    <w:rsid w:val="00761F3E"/>
    <w:rsid w:val="0076321D"/>
    <w:rsid w:val="00791A8F"/>
    <w:rsid w:val="007A4275"/>
    <w:rsid w:val="007B03FE"/>
    <w:rsid w:val="007B11C1"/>
    <w:rsid w:val="007E2544"/>
    <w:rsid w:val="00802721"/>
    <w:rsid w:val="00813B62"/>
    <w:rsid w:val="00821044"/>
    <w:rsid w:val="00821D05"/>
    <w:rsid w:val="008226F8"/>
    <w:rsid w:val="008278AC"/>
    <w:rsid w:val="008444F3"/>
    <w:rsid w:val="00846C10"/>
    <w:rsid w:val="0085023A"/>
    <w:rsid w:val="008523C5"/>
    <w:rsid w:val="00852C2E"/>
    <w:rsid w:val="008546EE"/>
    <w:rsid w:val="00876C9E"/>
    <w:rsid w:val="008A607B"/>
    <w:rsid w:val="008A7887"/>
    <w:rsid w:val="008B1348"/>
    <w:rsid w:val="008C1564"/>
    <w:rsid w:val="008C5076"/>
    <w:rsid w:val="008E0F37"/>
    <w:rsid w:val="008F03B4"/>
    <w:rsid w:val="008F67B1"/>
    <w:rsid w:val="0091707E"/>
    <w:rsid w:val="00917C32"/>
    <w:rsid w:val="00920465"/>
    <w:rsid w:val="009236FF"/>
    <w:rsid w:val="00924126"/>
    <w:rsid w:val="00940F2C"/>
    <w:rsid w:val="0094318C"/>
    <w:rsid w:val="009439CA"/>
    <w:rsid w:val="0096040D"/>
    <w:rsid w:val="0096174A"/>
    <w:rsid w:val="0096222D"/>
    <w:rsid w:val="00966C64"/>
    <w:rsid w:val="00967EB8"/>
    <w:rsid w:val="00975D15"/>
    <w:rsid w:val="009819BD"/>
    <w:rsid w:val="009A74FE"/>
    <w:rsid w:val="009B3EA0"/>
    <w:rsid w:val="009C0D7C"/>
    <w:rsid w:val="009C459B"/>
    <w:rsid w:val="009C7FE0"/>
    <w:rsid w:val="009E7B8B"/>
    <w:rsid w:val="009F02E1"/>
    <w:rsid w:val="009F0C1C"/>
    <w:rsid w:val="00A038EB"/>
    <w:rsid w:val="00A31D75"/>
    <w:rsid w:val="00A35312"/>
    <w:rsid w:val="00A5430D"/>
    <w:rsid w:val="00A6724E"/>
    <w:rsid w:val="00A71E85"/>
    <w:rsid w:val="00A9328E"/>
    <w:rsid w:val="00A966A6"/>
    <w:rsid w:val="00AB0F53"/>
    <w:rsid w:val="00AB1C83"/>
    <w:rsid w:val="00AB58C3"/>
    <w:rsid w:val="00AB7E56"/>
    <w:rsid w:val="00AF528B"/>
    <w:rsid w:val="00B075CD"/>
    <w:rsid w:val="00B108A6"/>
    <w:rsid w:val="00B13516"/>
    <w:rsid w:val="00B1600B"/>
    <w:rsid w:val="00B258A0"/>
    <w:rsid w:val="00B30ACC"/>
    <w:rsid w:val="00B35ED1"/>
    <w:rsid w:val="00B50867"/>
    <w:rsid w:val="00B57027"/>
    <w:rsid w:val="00B61598"/>
    <w:rsid w:val="00B76E51"/>
    <w:rsid w:val="00B774B8"/>
    <w:rsid w:val="00B80A5B"/>
    <w:rsid w:val="00B839B8"/>
    <w:rsid w:val="00B91011"/>
    <w:rsid w:val="00BB5B23"/>
    <w:rsid w:val="00BC1C0A"/>
    <w:rsid w:val="00BC3A83"/>
    <w:rsid w:val="00BC6DCE"/>
    <w:rsid w:val="00BD01AE"/>
    <w:rsid w:val="00BD4C2D"/>
    <w:rsid w:val="00BE2F04"/>
    <w:rsid w:val="00C203D3"/>
    <w:rsid w:val="00C3759D"/>
    <w:rsid w:val="00C42E4D"/>
    <w:rsid w:val="00C450CF"/>
    <w:rsid w:val="00C6240E"/>
    <w:rsid w:val="00C772BB"/>
    <w:rsid w:val="00CA153F"/>
    <w:rsid w:val="00CA41EC"/>
    <w:rsid w:val="00CA50D0"/>
    <w:rsid w:val="00CB0E5D"/>
    <w:rsid w:val="00CB1D81"/>
    <w:rsid w:val="00CD2CBA"/>
    <w:rsid w:val="00CE210F"/>
    <w:rsid w:val="00CE2ECD"/>
    <w:rsid w:val="00CF0F2E"/>
    <w:rsid w:val="00CF7BFA"/>
    <w:rsid w:val="00D009AF"/>
    <w:rsid w:val="00D06612"/>
    <w:rsid w:val="00D07F47"/>
    <w:rsid w:val="00D109EB"/>
    <w:rsid w:val="00D140C6"/>
    <w:rsid w:val="00D21E00"/>
    <w:rsid w:val="00D254C9"/>
    <w:rsid w:val="00D26A8E"/>
    <w:rsid w:val="00D26DD8"/>
    <w:rsid w:val="00D31E04"/>
    <w:rsid w:val="00D561EE"/>
    <w:rsid w:val="00D622ED"/>
    <w:rsid w:val="00D66B67"/>
    <w:rsid w:val="00D66F67"/>
    <w:rsid w:val="00D7597C"/>
    <w:rsid w:val="00D9386C"/>
    <w:rsid w:val="00D95670"/>
    <w:rsid w:val="00DB29A2"/>
    <w:rsid w:val="00DC140A"/>
    <w:rsid w:val="00DD33AC"/>
    <w:rsid w:val="00DD5B93"/>
    <w:rsid w:val="00DD68C4"/>
    <w:rsid w:val="00DE0225"/>
    <w:rsid w:val="00DF2165"/>
    <w:rsid w:val="00E237D3"/>
    <w:rsid w:val="00E432BD"/>
    <w:rsid w:val="00E46832"/>
    <w:rsid w:val="00E61C99"/>
    <w:rsid w:val="00E76A0A"/>
    <w:rsid w:val="00E823D6"/>
    <w:rsid w:val="00E93A9C"/>
    <w:rsid w:val="00E94CAF"/>
    <w:rsid w:val="00EA6C32"/>
    <w:rsid w:val="00EB3F0D"/>
    <w:rsid w:val="00EC1BB1"/>
    <w:rsid w:val="00EC5038"/>
    <w:rsid w:val="00EC6D64"/>
    <w:rsid w:val="00EE45D2"/>
    <w:rsid w:val="00EE603F"/>
    <w:rsid w:val="00F31966"/>
    <w:rsid w:val="00F36E30"/>
    <w:rsid w:val="00F77490"/>
    <w:rsid w:val="00FB122D"/>
    <w:rsid w:val="00FB7310"/>
    <w:rsid w:val="00FC2630"/>
    <w:rsid w:val="00FC6F1E"/>
    <w:rsid w:val="00FF2D58"/>
    <w:rsid w:val="00FF43CC"/>
    <w:rsid w:val="00FF4D55"/>
    <w:rsid w:val="00FF5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1EC"/>
    <w:rPr>
      <w:rFonts w:eastAsia="Times New Roman"/>
      <w:sz w:val="24"/>
      <w:szCs w:val="24"/>
      <w:lang w:val="uk-UA"/>
    </w:rPr>
  </w:style>
  <w:style w:type="paragraph" w:styleId="Heading3">
    <w:name w:val="heading 3"/>
    <w:basedOn w:val="Normal"/>
    <w:link w:val="Heading3Char"/>
    <w:uiPriority w:val="99"/>
    <w:qFormat/>
    <w:rsid w:val="00846C10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846C10"/>
    <w:rPr>
      <w:rFonts w:eastAsia="Times New Roman" w:cs="Times New Roman"/>
      <w:b/>
      <w:bCs/>
      <w:color w:val="auto"/>
      <w:w w:val="100"/>
      <w:sz w:val="27"/>
      <w:szCs w:val="27"/>
      <w:lang w:eastAsia="ru-RU"/>
    </w:rPr>
  </w:style>
  <w:style w:type="paragraph" w:styleId="Title">
    <w:name w:val="Title"/>
    <w:basedOn w:val="Normal"/>
    <w:link w:val="TitleChar"/>
    <w:uiPriority w:val="99"/>
    <w:qFormat/>
    <w:rsid w:val="00CA41EC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CA41EC"/>
    <w:rPr>
      <w:rFonts w:eastAsia="Times New Roman" w:cs="Times New Roman"/>
      <w:b/>
      <w:color w:val="auto"/>
      <w:w w:val="100"/>
      <w:sz w:val="20"/>
      <w:szCs w:val="20"/>
      <w:lang w:val="uk-UA" w:eastAsia="ru-RU"/>
    </w:rPr>
  </w:style>
  <w:style w:type="paragraph" w:styleId="BodyText3">
    <w:name w:val="Body Text 3"/>
    <w:basedOn w:val="Normal"/>
    <w:link w:val="BodyText3Char"/>
    <w:uiPriority w:val="99"/>
    <w:rsid w:val="00CA41EC"/>
    <w:pPr>
      <w:jc w:val="center"/>
    </w:pPr>
    <w:rPr>
      <w:b/>
      <w:sz w:val="28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CA41EC"/>
    <w:rPr>
      <w:rFonts w:eastAsia="Times New Roman" w:cs="Times New Roman"/>
      <w:b/>
      <w:color w:val="auto"/>
      <w:w w:val="100"/>
      <w:sz w:val="20"/>
      <w:szCs w:val="20"/>
      <w:lang w:val="uk-UA" w:eastAsia="ru-RU"/>
    </w:rPr>
  </w:style>
  <w:style w:type="paragraph" w:styleId="BodyTextIndent2">
    <w:name w:val="Body Text Indent 2"/>
    <w:basedOn w:val="Normal"/>
    <w:link w:val="BodyTextIndent2Char"/>
    <w:uiPriority w:val="99"/>
    <w:semiHidden/>
    <w:rsid w:val="000C5524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0C5524"/>
    <w:rPr>
      <w:rFonts w:eastAsia="Times New Roman" w:cs="Times New Roman"/>
      <w:color w:val="auto"/>
      <w:w w:val="100"/>
      <w:sz w:val="24"/>
      <w:szCs w:val="24"/>
      <w:lang w:val="uk-UA" w:eastAsia="ru-RU"/>
    </w:rPr>
  </w:style>
  <w:style w:type="character" w:customStyle="1" w:styleId="a">
    <w:name w:val="Основний текст_"/>
    <w:link w:val="1"/>
    <w:uiPriority w:val="99"/>
    <w:locked/>
    <w:rsid w:val="00FF4D55"/>
    <w:rPr>
      <w:spacing w:val="2"/>
      <w:sz w:val="25"/>
      <w:shd w:val="clear" w:color="auto" w:fill="FFFFFF"/>
    </w:rPr>
  </w:style>
  <w:style w:type="paragraph" w:customStyle="1" w:styleId="1">
    <w:name w:val="Основний текст1"/>
    <w:basedOn w:val="Normal"/>
    <w:link w:val="a"/>
    <w:uiPriority w:val="99"/>
    <w:rsid w:val="00FF4D55"/>
    <w:pPr>
      <w:widowControl w:val="0"/>
      <w:shd w:val="clear" w:color="auto" w:fill="FFFFFF"/>
      <w:spacing w:before="420" w:after="60" w:line="326" w:lineRule="exact"/>
      <w:jc w:val="both"/>
    </w:pPr>
    <w:rPr>
      <w:rFonts w:eastAsia="Calibri"/>
      <w:spacing w:val="2"/>
      <w:sz w:val="25"/>
      <w:szCs w:val="20"/>
      <w:shd w:val="clear" w:color="auto" w:fill="FFFFFF"/>
      <w:lang w:val="ru-RU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0D093E"/>
    <w:rPr>
      <w:rFonts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Normal"/>
    <w:link w:val="2"/>
    <w:uiPriority w:val="99"/>
    <w:rsid w:val="000D093E"/>
    <w:pPr>
      <w:widowControl w:val="0"/>
      <w:shd w:val="clear" w:color="auto" w:fill="FFFFFF"/>
      <w:spacing w:line="694" w:lineRule="exact"/>
      <w:jc w:val="both"/>
    </w:pPr>
    <w:rPr>
      <w:rFonts w:eastAsia="Calibri"/>
      <w:color w:val="000000"/>
      <w:w w:val="87"/>
      <w:sz w:val="26"/>
      <w:szCs w:val="26"/>
      <w:lang w:val="ru-RU" w:eastAsia="en-US"/>
    </w:rPr>
  </w:style>
  <w:style w:type="paragraph" w:styleId="NormalWeb">
    <w:name w:val="Normal (Web)"/>
    <w:basedOn w:val="Normal"/>
    <w:uiPriority w:val="99"/>
    <w:rsid w:val="0061153E"/>
    <w:pPr>
      <w:spacing w:before="100" w:beforeAutospacing="1" w:after="100" w:afterAutospacing="1"/>
    </w:pPr>
    <w:rPr>
      <w:lang w:val="ru-RU"/>
    </w:rPr>
  </w:style>
  <w:style w:type="paragraph" w:styleId="ListParagraph">
    <w:name w:val="List Paragraph"/>
    <w:basedOn w:val="Normal"/>
    <w:uiPriority w:val="99"/>
    <w:qFormat/>
    <w:rsid w:val="00821044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rsid w:val="00E94CA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8357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660</TotalTime>
  <Pages>1</Pages>
  <Words>295</Words>
  <Characters>1685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Orgviddil Olya</dc:creator>
  <cp:keywords/>
  <dc:description/>
  <cp:lastModifiedBy>Дима</cp:lastModifiedBy>
  <cp:revision>51</cp:revision>
  <cp:lastPrinted>2020-08-07T12:08:00Z</cp:lastPrinted>
  <dcterms:created xsi:type="dcterms:W3CDTF">2020-09-10T06:06:00Z</dcterms:created>
  <dcterms:modified xsi:type="dcterms:W3CDTF">2020-10-08T06:45:00Z</dcterms:modified>
</cp:coreProperties>
</file>