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23" w:rsidRDefault="003B3B23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3B3B23" w:rsidRPr="00DD68C4" w:rsidRDefault="003B3B23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3B3B23" w:rsidRPr="00DD68C4" w:rsidRDefault="003B3B23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3B3B23" w:rsidRPr="00E61C99" w:rsidRDefault="003B3B23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>05-</w:t>
      </w:r>
      <w:r>
        <w:rPr>
          <w:spacing w:val="30"/>
          <w:szCs w:val="28"/>
          <w:lang w:val="ru-RU"/>
        </w:rPr>
        <w:t xml:space="preserve">11 </w:t>
      </w:r>
      <w:r>
        <w:rPr>
          <w:spacing w:val="30"/>
          <w:szCs w:val="28"/>
        </w:rPr>
        <w:t xml:space="preserve">жовтня </w:t>
      </w:r>
      <w:r w:rsidRPr="00DD68C4">
        <w:rPr>
          <w:spacing w:val="30"/>
          <w:szCs w:val="28"/>
        </w:rPr>
        <w:t>2020 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3"/>
        <w:gridCol w:w="7796"/>
        <w:gridCol w:w="3937"/>
        <w:gridCol w:w="1620"/>
      </w:tblGrid>
      <w:tr w:rsidR="003B3B23" w:rsidRPr="00CF7BFA" w:rsidTr="00E61C99">
        <w:trPr>
          <w:trHeight w:val="70"/>
        </w:trPr>
        <w:tc>
          <w:tcPr>
            <w:tcW w:w="1242" w:type="dxa"/>
          </w:tcPr>
          <w:p w:rsidR="003B3B23" w:rsidRPr="00CF7BFA" w:rsidRDefault="003B3B23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3" w:type="dxa"/>
          </w:tcPr>
          <w:p w:rsidR="003B3B23" w:rsidRPr="00CF7BFA" w:rsidRDefault="003B3B23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3B3B23" w:rsidRPr="00CF7BFA" w:rsidRDefault="003B3B23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3B3B23" w:rsidRPr="00CF7BFA" w:rsidRDefault="003B3B23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3B3B23" w:rsidRPr="00CF7BFA" w:rsidRDefault="003B3B23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3B3B23" w:rsidRPr="00CF7BFA" w:rsidTr="00E61C99">
        <w:trPr>
          <w:trHeight w:val="495"/>
        </w:trPr>
        <w:tc>
          <w:tcPr>
            <w:tcW w:w="1242" w:type="dxa"/>
            <w:vMerge w:val="restart"/>
          </w:tcPr>
          <w:p w:rsidR="003B3B23" w:rsidRPr="001C1C75" w:rsidRDefault="003B3B23" w:rsidP="00567EC6">
            <w:pPr>
              <w:jc w:val="center"/>
            </w:pPr>
            <w:r>
              <w:rPr>
                <w:sz w:val="22"/>
                <w:szCs w:val="22"/>
              </w:rPr>
              <w:t>05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1C1C75" w:rsidRDefault="003B3B23" w:rsidP="00567EC6">
            <w:pPr>
              <w:jc w:val="center"/>
            </w:pPr>
            <w:r w:rsidRPr="001C1C75">
              <w:rPr>
                <w:sz w:val="22"/>
                <w:szCs w:val="22"/>
              </w:rPr>
              <w:t>08-30</w:t>
            </w:r>
          </w:p>
          <w:p w:rsidR="003B3B23" w:rsidRPr="001C1C75" w:rsidRDefault="003B3B23" w:rsidP="00567EC6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1C1C75" w:rsidRDefault="003B3B23" w:rsidP="00567EC6">
            <w:pPr>
              <w:jc w:val="both"/>
            </w:pPr>
            <w:r w:rsidRPr="001C1C75">
              <w:rPr>
                <w:sz w:val="22"/>
                <w:szCs w:val="22"/>
              </w:rPr>
              <w:t xml:space="preserve">нарада з керівниками структурних підрозділів апарату райдержадміністрації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CF7BFA" w:rsidRDefault="003B3B23" w:rsidP="00567EC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CF7BFA" w:rsidRDefault="003B3B23" w:rsidP="00567EC6">
            <w:pPr>
              <w:rPr>
                <w:i/>
              </w:rPr>
            </w:pPr>
          </w:p>
        </w:tc>
      </w:tr>
      <w:tr w:rsidR="003B3B23" w:rsidRPr="00CF7BFA" w:rsidTr="00E61C99">
        <w:trPr>
          <w:trHeight w:val="540"/>
        </w:trPr>
        <w:tc>
          <w:tcPr>
            <w:tcW w:w="1242" w:type="dxa"/>
            <w:vMerge/>
          </w:tcPr>
          <w:p w:rsidR="003B3B23" w:rsidRPr="001C1C75" w:rsidRDefault="003B3B23" w:rsidP="00567EC6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1C1C75" w:rsidRDefault="003B3B23" w:rsidP="00567EC6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1C1C75" w:rsidRDefault="003B3B23" w:rsidP="00567EC6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CF7BFA" w:rsidRDefault="003B3B23" w:rsidP="00567EC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Default="003B3B23" w:rsidP="00567EC6">
            <w:pPr>
              <w:rPr>
                <w:i/>
              </w:rPr>
            </w:pPr>
          </w:p>
          <w:p w:rsidR="003B3B23" w:rsidRPr="00CF7BFA" w:rsidRDefault="003B3B23" w:rsidP="00567EC6">
            <w:pPr>
              <w:rPr>
                <w:i/>
              </w:rPr>
            </w:pPr>
          </w:p>
        </w:tc>
      </w:tr>
      <w:tr w:rsidR="003B3B23" w:rsidRPr="00CF7BFA" w:rsidTr="00E61C99">
        <w:trPr>
          <w:trHeight w:val="540"/>
        </w:trPr>
        <w:tc>
          <w:tcPr>
            <w:tcW w:w="1242" w:type="dxa"/>
            <w:vMerge/>
          </w:tcPr>
          <w:p w:rsidR="003B3B23" w:rsidRPr="001C1C75" w:rsidRDefault="003B3B23" w:rsidP="008278A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CF7BFA" w:rsidRDefault="003B3B23" w:rsidP="008278AC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CF7BFA" w:rsidRDefault="003B3B23" w:rsidP="008278AC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CF7BFA" w:rsidRDefault="003B3B23" w:rsidP="008278A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Default="003B3B23" w:rsidP="008278AC">
            <w:pPr>
              <w:rPr>
                <w:i/>
              </w:rPr>
            </w:pPr>
          </w:p>
        </w:tc>
      </w:tr>
      <w:tr w:rsidR="003B3B23" w:rsidRPr="00CF7BFA" w:rsidTr="00E61C99">
        <w:trPr>
          <w:trHeight w:val="540"/>
        </w:trPr>
        <w:tc>
          <w:tcPr>
            <w:tcW w:w="1242" w:type="dxa"/>
          </w:tcPr>
          <w:p w:rsidR="003B3B23" w:rsidRPr="001C1C75" w:rsidRDefault="003B3B23" w:rsidP="008278A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1C1C75" w:rsidRDefault="003B3B23" w:rsidP="008278AC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1C1C75" w:rsidRDefault="003B3B23" w:rsidP="008278AC">
            <w:pPr>
              <w:jc w:val="both"/>
            </w:pPr>
            <w:r>
              <w:rPr>
                <w:sz w:val="22"/>
                <w:szCs w:val="22"/>
              </w:rPr>
              <w:t>участь у онлайн-семінарі державних службовців, щодо проведення щорічного оцінювання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CF7BFA" w:rsidRDefault="003B3B23" w:rsidP="008278A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Відповіданьний головний спеціаліст по персоналу Лепень О.О.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Default="003B3B23" w:rsidP="008278AC">
            <w:pPr>
              <w:rPr>
                <w:i/>
              </w:rPr>
            </w:pPr>
          </w:p>
        </w:tc>
      </w:tr>
      <w:tr w:rsidR="003B3B23" w:rsidRPr="00CF7BFA" w:rsidTr="00E61C99">
        <w:trPr>
          <w:trHeight w:val="495"/>
        </w:trPr>
        <w:tc>
          <w:tcPr>
            <w:tcW w:w="1242" w:type="dxa"/>
          </w:tcPr>
          <w:p w:rsidR="003B3B23" w:rsidRPr="001C1C75" w:rsidRDefault="003B3B23" w:rsidP="008278AC">
            <w:pPr>
              <w:jc w:val="center"/>
            </w:pPr>
            <w:r>
              <w:rPr>
                <w:sz w:val="22"/>
                <w:szCs w:val="22"/>
              </w:rPr>
              <w:t>07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1C1C75" w:rsidRDefault="003B3B23" w:rsidP="008278AC">
            <w:r w:rsidRPr="001C1C75">
              <w:rPr>
                <w:sz w:val="22"/>
                <w:szCs w:val="22"/>
              </w:rPr>
              <w:t>9-00 до 13-00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1C1C75" w:rsidRDefault="003B3B23" w:rsidP="008278AC">
            <w:pPr>
              <w:jc w:val="both"/>
            </w:pPr>
            <w:r w:rsidRPr="001C1C75">
              <w:rPr>
                <w:sz w:val="22"/>
                <w:szCs w:val="22"/>
              </w:rPr>
              <w:t>прийом громадян з особистих питань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CF7BFA" w:rsidRDefault="003B3B23" w:rsidP="008278A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</w:t>
            </w:r>
            <w:r w:rsidRPr="00CF7BFA">
              <w:rPr>
                <w:i/>
                <w:sz w:val="20"/>
                <w:szCs w:val="20"/>
              </w:rPr>
              <w:t xml:space="preserve"> голов</w:t>
            </w:r>
            <w:r>
              <w:rPr>
                <w:i/>
                <w:sz w:val="20"/>
                <w:szCs w:val="20"/>
              </w:rPr>
              <w:t>а</w:t>
            </w:r>
            <w:r w:rsidRPr="00CF7BFA">
              <w:rPr>
                <w:i/>
                <w:sz w:val="20"/>
                <w:szCs w:val="20"/>
              </w:rPr>
              <w:t xml:space="preserve">  райдержадміністрації </w:t>
            </w:r>
            <w:r>
              <w:rPr>
                <w:i/>
                <w:sz w:val="20"/>
                <w:szCs w:val="20"/>
              </w:rPr>
              <w:t>Камко  Д.М</w:t>
            </w:r>
            <w:r w:rsidRPr="00CF7BFA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CF7BFA" w:rsidRDefault="003B3B23" w:rsidP="008278AC">
            <w:pPr>
              <w:rPr>
                <w:i/>
              </w:rPr>
            </w:pPr>
          </w:p>
        </w:tc>
      </w:tr>
      <w:tr w:rsidR="003B3B23" w:rsidRPr="00CF7BFA" w:rsidTr="00E61C99">
        <w:trPr>
          <w:trHeight w:val="495"/>
        </w:trPr>
        <w:tc>
          <w:tcPr>
            <w:tcW w:w="1242" w:type="dxa"/>
          </w:tcPr>
          <w:p w:rsidR="003B3B23" w:rsidRPr="001C1C75" w:rsidRDefault="003B3B23" w:rsidP="008278AC">
            <w:pPr>
              <w:jc w:val="center"/>
            </w:pPr>
            <w:r>
              <w:rPr>
                <w:sz w:val="22"/>
                <w:szCs w:val="22"/>
              </w:rPr>
              <w:t>08</w:t>
            </w:r>
            <w:r w:rsidRPr="001C1C75">
              <w:rPr>
                <w:sz w:val="22"/>
                <w:szCs w:val="22"/>
              </w:rPr>
              <w:t xml:space="preserve">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1C1C75" w:rsidRDefault="003B3B23" w:rsidP="008278AC"/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1C1C75" w:rsidRDefault="003B3B23" w:rsidP="008278AC">
            <w:pPr>
              <w:jc w:val="both"/>
            </w:pPr>
            <w:r>
              <w:rPr>
                <w:sz w:val="22"/>
                <w:szCs w:val="22"/>
              </w:rPr>
              <w:t>з</w:t>
            </w:r>
            <w:r w:rsidRPr="001C1C75">
              <w:rPr>
                <w:sz w:val="22"/>
                <w:szCs w:val="22"/>
              </w:rPr>
              <w:t xml:space="preserve">аходи до </w:t>
            </w:r>
            <w:r>
              <w:rPr>
                <w:sz w:val="22"/>
                <w:szCs w:val="22"/>
              </w:rPr>
              <w:t>Дня юриста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Default="003B3B23" w:rsidP="008278A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</w:t>
            </w:r>
            <w:r w:rsidRPr="00CF7BFA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CF7BFA" w:rsidRDefault="003B3B23" w:rsidP="008278AC">
            <w:pPr>
              <w:rPr>
                <w:i/>
              </w:rPr>
            </w:pPr>
          </w:p>
        </w:tc>
      </w:tr>
      <w:tr w:rsidR="003B3B23" w:rsidRPr="00CF7BFA" w:rsidTr="00E61C99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3B3B23" w:rsidRPr="001C1C75" w:rsidRDefault="003B3B23" w:rsidP="008278AC">
            <w:pPr>
              <w:jc w:val="center"/>
            </w:pPr>
            <w:r>
              <w:rPr>
                <w:sz w:val="22"/>
                <w:szCs w:val="22"/>
              </w:rPr>
              <w:t>09</w:t>
            </w:r>
            <w:r w:rsidRPr="001C1C75">
              <w:rPr>
                <w:sz w:val="22"/>
                <w:szCs w:val="22"/>
              </w:rPr>
              <w:t xml:space="preserve"> жовтня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B3B23" w:rsidRPr="001C1C75" w:rsidRDefault="003B3B23" w:rsidP="008278AC">
            <w:r w:rsidRPr="001C1C75"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3B3B23" w:rsidRPr="001C1C75" w:rsidRDefault="003B3B23" w:rsidP="008278AC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3B3B23" w:rsidRPr="00CF7BFA" w:rsidRDefault="003B3B23" w:rsidP="008278AC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3B3B23" w:rsidRPr="00CF7BFA" w:rsidRDefault="003B3B23" w:rsidP="008278AC">
            <w:pPr>
              <w:rPr>
                <w:i/>
              </w:rPr>
            </w:pPr>
          </w:p>
        </w:tc>
      </w:tr>
      <w:tr w:rsidR="003B3B23" w:rsidRPr="00CF7BFA" w:rsidTr="00E61C99">
        <w:trPr>
          <w:trHeight w:val="601"/>
        </w:trPr>
        <w:tc>
          <w:tcPr>
            <w:tcW w:w="1242" w:type="dxa"/>
            <w:vMerge/>
          </w:tcPr>
          <w:p w:rsidR="003B3B23" w:rsidRPr="001C1C75" w:rsidRDefault="003B3B23" w:rsidP="008278A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B3B23" w:rsidRPr="001C1C75" w:rsidRDefault="003B3B23" w:rsidP="008278AC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3B3B23" w:rsidRPr="001C1C75" w:rsidRDefault="003B3B23" w:rsidP="008278AC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3B3B23" w:rsidRPr="00CF7BFA" w:rsidRDefault="003B3B23" w:rsidP="008278AC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3B3B23" w:rsidRPr="00CF7BFA" w:rsidRDefault="003B3B23" w:rsidP="008278AC">
            <w:pPr>
              <w:rPr>
                <w:i/>
              </w:rPr>
            </w:pPr>
          </w:p>
        </w:tc>
      </w:tr>
      <w:tr w:rsidR="003B3B23" w:rsidRPr="00CF7BFA" w:rsidTr="00E61C99">
        <w:trPr>
          <w:trHeight w:val="502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3B3B23" w:rsidRPr="001C1C75" w:rsidRDefault="003B3B23" w:rsidP="008278AC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3B3B23" w:rsidRPr="001C1C75" w:rsidRDefault="003B3B23" w:rsidP="008278AC">
            <w:pPr>
              <w:jc w:val="center"/>
            </w:pPr>
          </w:p>
        </w:tc>
        <w:tc>
          <w:tcPr>
            <w:tcW w:w="993" w:type="dxa"/>
          </w:tcPr>
          <w:p w:rsidR="003B3B23" w:rsidRPr="001C1C75" w:rsidRDefault="003B3B23" w:rsidP="008278AC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1C1C75" w:rsidRDefault="003B3B23" w:rsidP="008278AC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>засідання комісії ТЕБ та НС щодо запобігання поширенню випадків гострої респіраторної хвороби, спричиненої коронавірусом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3B3B23" w:rsidRPr="00CF7BFA" w:rsidRDefault="003B3B23" w:rsidP="008278AC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3B3B23" w:rsidRPr="00CF7BFA" w:rsidRDefault="003B3B23" w:rsidP="008278AC">
            <w:pPr>
              <w:rPr>
                <w:i/>
              </w:rPr>
            </w:pPr>
          </w:p>
        </w:tc>
      </w:tr>
      <w:tr w:rsidR="003B3B23" w:rsidRPr="00CF7BFA" w:rsidTr="00E61C99">
        <w:trPr>
          <w:trHeight w:val="502"/>
        </w:trPr>
        <w:tc>
          <w:tcPr>
            <w:tcW w:w="1242" w:type="dxa"/>
            <w:vMerge/>
          </w:tcPr>
          <w:p w:rsidR="003B3B23" w:rsidRPr="001C1C75" w:rsidRDefault="003B3B23" w:rsidP="008278AC">
            <w:pPr>
              <w:jc w:val="center"/>
            </w:pPr>
          </w:p>
        </w:tc>
        <w:tc>
          <w:tcPr>
            <w:tcW w:w="993" w:type="dxa"/>
          </w:tcPr>
          <w:p w:rsidR="003B3B23" w:rsidRPr="001C1C75" w:rsidRDefault="003B3B23" w:rsidP="008278AC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3B3B23" w:rsidRPr="001C1C75" w:rsidRDefault="003B3B23" w:rsidP="008278AC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3B3B23" w:rsidRDefault="003B3B23" w:rsidP="008278A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3B3B23" w:rsidRDefault="003B3B23" w:rsidP="008278A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3B3B23" w:rsidRPr="00CF7BFA" w:rsidRDefault="003B3B23" w:rsidP="008278AC">
            <w:pPr>
              <w:rPr>
                <w:i/>
              </w:rPr>
            </w:pPr>
          </w:p>
        </w:tc>
      </w:tr>
    </w:tbl>
    <w:p w:rsidR="003B3B23" w:rsidRDefault="003B3B23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3B3B23" w:rsidRDefault="003B3B23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Pr="003D667C">
        <w:rPr>
          <w:b/>
          <w:i/>
          <w:sz w:val="28"/>
          <w:szCs w:val="28"/>
        </w:rPr>
        <w:t xml:space="preserve">ерівник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p w:rsidR="003B3B23" w:rsidRPr="003D667C" w:rsidRDefault="003B3B23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3B3B23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6DF4"/>
    <w:rsid w:val="000524FE"/>
    <w:rsid w:val="000560A7"/>
    <w:rsid w:val="00060F0A"/>
    <w:rsid w:val="00065EC9"/>
    <w:rsid w:val="000852E9"/>
    <w:rsid w:val="000A0E4D"/>
    <w:rsid w:val="000C1CEE"/>
    <w:rsid w:val="000C5524"/>
    <w:rsid w:val="000D093E"/>
    <w:rsid w:val="000D1866"/>
    <w:rsid w:val="000D5904"/>
    <w:rsid w:val="000E12CF"/>
    <w:rsid w:val="000E3FB2"/>
    <w:rsid w:val="000E5CA4"/>
    <w:rsid w:val="000E7547"/>
    <w:rsid w:val="000E7B6D"/>
    <w:rsid w:val="00101335"/>
    <w:rsid w:val="00102D45"/>
    <w:rsid w:val="001152E1"/>
    <w:rsid w:val="00127E21"/>
    <w:rsid w:val="00167DA1"/>
    <w:rsid w:val="001A2AC6"/>
    <w:rsid w:val="001A6CB6"/>
    <w:rsid w:val="001B1AD0"/>
    <w:rsid w:val="001C1C75"/>
    <w:rsid w:val="001D74A4"/>
    <w:rsid w:val="001E2357"/>
    <w:rsid w:val="001F0CA6"/>
    <w:rsid w:val="002222A9"/>
    <w:rsid w:val="002432FD"/>
    <w:rsid w:val="0025495B"/>
    <w:rsid w:val="00257D18"/>
    <w:rsid w:val="00262447"/>
    <w:rsid w:val="00273306"/>
    <w:rsid w:val="0029184A"/>
    <w:rsid w:val="002A163F"/>
    <w:rsid w:val="002A1662"/>
    <w:rsid w:val="002A5E98"/>
    <w:rsid w:val="002A607E"/>
    <w:rsid w:val="002B3FFA"/>
    <w:rsid w:val="002C5EE6"/>
    <w:rsid w:val="002E058A"/>
    <w:rsid w:val="003018C8"/>
    <w:rsid w:val="00315612"/>
    <w:rsid w:val="00321465"/>
    <w:rsid w:val="00327D71"/>
    <w:rsid w:val="00357D08"/>
    <w:rsid w:val="00360E30"/>
    <w:rsid w:val="0037032C"/>
    <w:rsid w:val="0037302D"/>
    <w:rsid w:val="00376241"/>
    <w:rsid w:val="00386CDE"/>
    <w:rsid w:val="003A0C06"/>
    <w:rsid w:val="003B241C"/>
    <w:rsid w:val="003B3B23"/>
    <w:rsid w:val="003B4E0D"/>
    <w:rsid w:val="003D5E89"/>
    <w:rsid w:val="003D667C"/>
    <w:rsid w:val="003E3610"/>
    <w:rsid w:val="003E4445"/>
    <w:rsid w:val="003F17D1"/>
    <w:rsid w:val="003F4F81"/>
    <w:rsid w:val="00403A5D"/>
    <w:rsid w:val="00417197"/>
    <w:rsid w:val="0045008B"/>
    <w:rsid w:val="0045121F"/>
    <w:rsid w:val="00475364"/>
    <w:rsid w:val="00480A93"/>
    <w:rsid w:val="00492699"/>
    <w:rsid w:val="00495B77"/>
    <w:rsid w:val="004B7A7C"/>
    <w:rsid w:val="004C29C0"/>
    <w:rsid w:val="004C38AB"/>
    <w:rsid w:val="004C43E8"/>
    <w:rsid w:val="004D5CE2"/>
    <w:rsid w:val="00500F64"/>
    <w:rsid w:val="0050362F"/>
    <w:rsid w:val="00510B74"/>
    <w:rsid w:val="005472AC"/>
    <w:rsid w:val="00550FA6"/>
    <w:rsid w:val="00554DCC"/>
    <w:rsid w:val="00567EC6"/>
    <w:rsid w:val="0059003A"/>
    <w:rsid w:val="005B1424"/>
    <w:rsid w:val="005C62D7"/>
    <w:rsid w:val="005E5128"/>
    <w:rsid w:val="00600612"/>
    <w:rsid w:val="00607DD7"/>
    <w:rsid w:val="0061153E"/>
    <w:rsid w:val="00611BE8"/>
    <w:rsid w:val="006138A0"/>
    <w:rsid w:val="0061675B"/>
    <w:rsid w:val="00622EAA"/>
    <w:rsid w:val="00650DE5"/>
    <w:rsid w:val="00671123"/>
    <w:rsid w:val="00691416"/>
    <w:rsid w:val="00694E56"/>
    <w:rsid w:val="006A1931"/>
    <w:rsid w:val="006A2E2C"/>
    <w:rsid w:val="006C3B7C"/>
    <w:rsid w:val="006F604A"/>
    <w:rsid w:val="00701111"/>
    <w:rsid w:val="007152F6"/>
    <w:rsid w:val="007160BE"/>
    <w:rsid w:val="00727C85"/>
    <w:rsid w:val="00742B3C"/>
    <w:rsid w:val="007446B3"/>
    <w:rsid w:val="00746E79"/>
    <w:rsid w:val="00753A88"/>
    <w:rsid w:val="00761F3E"/>
    <w:rsid w:val="0076321D"/>
    <w:rsid w:val="00791A8F"/>
    <w:rsid w:val="007A4275"/>
    <w:rsid w:val="007B03FE"/>
    <w:rsid w:val="007B11C1"/>
    <w:rsid w:val="007E2544"/>
    <w:rsid w:val="00802721"/>
    <w:rsid w:val="00813B62"/>
    <w:rsid w:val="00821044"/>
    <w:rsid w:val="00821D05"/>
    <w:rsid w:val="008278AC"/>
    <w:rsid w:val="008444F3"/>
    <w:rsid w:val="00846C10"/>
    <w:rsid w:val="0085023A"/>
    <w:rsid w:val="008523C5"/>
    <w:rsid w:val="00852C2E"/>
    <w:rsid w:val="008546EE"/>
    <w:rsid w:val="00876C9E"/>
    <w:rsid w:val="008A607B"/>
    <w:rsid w:val="008A7887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40F2C"/>
    <w:rsid w:val="0094318C"/>
    <w:rsid w:val="009439CA"/>
    <w:rsid w:val="0096040D"/>
    <w:rsid w:val="0096174A"/>
    <w:rsid w:val="0096222D"/>
    <w:rsid w:val="00966C64"/>
    <w:rsid w:val="00975D15"/>
    <w:rsid w:val="009819BD"/>
    <w:rsid w:val="009A74FE"/>
    <w:rsid w:val="009B3EA0"/>
    <w:rsid w:val="009C0D7C"/>
    <w:rsid w:val="009C459B"/>
    <w:rsid w:val="009C7FE0"/>
    <w:rsid w:val="009E7B8B"/>
    <w:rsid w:val="009F0C1C"/>
    <w:rsid w:val="00A038EB"/>
    <w:rsid w:val="00A31D75"/>
    <w:rsid w:val="00A35312"/>
    <w:rsid w:val="00A5430D"/>
    <w:rsid w:val="00A6724E"/>
    <w:rsid w:val="00A71E85"/>
    <w:rsid w:val="00A9328E"/>
    <w:rsid w:val="00A966A6"/>
    <w:rsid w:val="00AB0F53"/>
    <w:rsid w:val="00AB1C83"/>
    <w:rsid w:val="00AB58C3"/>
    <w:rsid w:val="00AB7E56"/>
    <w:rsid w:val="00AF528B"/>
    <w:rsid w:val="00B075CD"/>
    <w:rsid w:val="00B108A6"/>
    <w:rsid w:val="00B13516"/>
    <w:rsid w:val="00B1600B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91011"/>
    <w:rsid w:val="00BB5B23"/>
    <w:rsid w:val="00BC1C0A"/>
    <w:rsid w:val="00BC3A83"/>
    <w:rsid w:val="00BC6DCE"/>
    <w:rsid w:val="00BD01AE"/>
    <w:rsid w:val="00BD4C2D"/>
    <w:rsid w:val="00BE2F04"/>
    <w:rsid w:val="00C203D3"/>
    <w:rsid w:val="00C3759D"/>
    <w:rsid w:val="00C42E4D"/>
    <w:rsid w:val="00C450CF"/>
    <w:rsid w:val="00C6240E"/>
    <w:rsid w:val="00C772BB"/>
    <w:rsid w:val="00CA153F"/>
    <w:rsid w:val="00CA41EC"/>
    <w:rsid w:val="00CA50D0"/>
    <w:rsid w:val="00CB0E5D"/>
    <w:rsid w:val="00CB1D81"/>
    <w:rsid w:val="00CD2CBA"/>
    <w:rsid w:val="00CE210F"/>
    <w:rsid w:val="00CE2ECD"/>
    <w:rsid w:val="00CF0F2E"/>
    <w:rsid w:val="00CF7BFA"/>
    <w:rsid w:val="00D009AF"/>
    <w:rsid w:val="00D06612"/>
    <w:rsid w:val="00D07F47"/>
    <w:rsid w:val="00D109EB"/>
    <w:rsid w:val="00D21E00"/>
    <w:rsid w:val="00D254C9"/>
    <w:rsid w:val="00D26A8E"/>
    <w:rsid w:val="00D26DD8"/>
    <w:rsid w:val="00D31E04"/>
    <w:rsid w:val="00D622ED"/>
    <w:rsid w:val="00D66B67"/>
    <w:rsid w:val="00D66F67"/>
    <w:rsid w:val="00D7597C"/>
    <w:rsid w:val="00D9386C"/>
    <w:rsid w:val="00D95670"/>
    <w:rsid w:val="00DB29A2"/>
    <w:rsid w:val="00DC140A"/>
    <w:rsid w:val="00DD33AC"/>
    <w:rsid w:val="00DD5B93"/>
    <w:rsid w:val="00DD68C4"/>
    <w:rsid w:val="00DE0225"/>
    <w:rsid w:val="00DF2165"/>
    <w:rsid w:val="00E237D3"/>
    <w:rsid w:val="00E432BD"/>
    <w:rsid w:val="00E46832"/>
    <w:rsid w:val="00E61C99"/>
    <w:rsid w:val="00E76A0A"/>
    <w:rsid w:val="00E823D6"/>
    <w:rsid w:val="00E93A9C"/>
    <w:rsid w:val="00E94CAF"/>
    <w:rsid w:val="00EA6C32"/>
    <w:rsid w:val="00EB3F0D"/>
    <w:rsid w:val="00EC1BB1"/>
    <w:rsid w:val="00EC5038"/>
    <w:rsid w:val="00EC6D64"/>
    <w:rsid w:val="00EE603F"/>
    <w:rsid w:val="00F31966"/>
    <w:rsid w:val="00F36E30"/>
    <w:rsid w:val="00F77490"/>
    <w:rsid w:val="00FB122D"/>
    <w:rsid w:val="00FB7310"/>
    <w:rsid w:val="00FC263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74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299</TotalTime>
  <Pages>1</Pages>
  <Words>279</Words>
  <Characters>1592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42</cp:revision>
  <cp:lastPrinted>2020-08-07T12:08:00Z</cp:lastPrinted>
  <dcterms:created xsi:type="dcterms:W3CDTF">2020-09-10T06:06:00Z</dcterms:created>
  <dcterms:modified xsi:type="dcterms:W3CDTF">2020-10-01T12:12:00Z</dcterms:modified>
</cp:coreProperties>
</file>