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D7" w:rsidRDefault="00AE27D7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AE27D7" w:rsidRPr="00DD68C4" w:rsidRDefault="00AE27D7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AE27D7" w:rsidRPr="00DD68C4" w:rsidRDefault="00AE27D7" w:rsidP="00CA41EC">
      <w:pPr>
        <w:pStyle w:val="Title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AE27D7" w:rsidRPr="00E61C99" w:rsidRDefault="00AE27D7" w:rsidP="00E61C99">
      <w:pPr>
        <w:pStyle w:val="BodyText3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>
        <w:rPr>
          <w:spacing w:val="30"/>
          <w:szCs w:val="28"/>
        </w:rPr>
        <w:t xml:space="preserve">02-08 листопада </w:t>
      </w:r>
      <w:r w:rsidRPr="00DD68C4">
        <w:rPr>
          <w:spacing w:val="30"/>
          <w:szCs w:val="28"/>
        </w:rPr>
        <w:t>2020 року</w:t>
      </w:r>
    </w:p>
    <w:tbl>
      <w:tblPr>
        <w:tblpPr w:leftFromText="180" w:rightFromText="180" w:vertAnchor="text" w:horzAnchor="margin" w:tblpY="212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867"/>
        <w:gridCol w:w="7796"/>
        <w:gridCol w:w="3937"/>
        <w:gridCol w:w="1620"/>
      </w:tblGrid>
      <w:tr w:rsidR="00AE27D7" w:rsidRPr="00CF7BFA" w:rsidTr="00707021">
        <w:trPr>
          <w:trHeight w:val="70"/>
        </w:trPr>
        <w:tc>
          <w:tcPr>
            <w:tcW w:w="1368" w:type="dxa"/>
            <w:tcBorders>
              <w:bottom w:val="single" w:sz="4" w:space="0" w:color="auto"/>
            </w:tcBorders>
          </w:tcPr>
          <w:p w:rsidR="00AE27D7" w:rsidRPr="00CF7BFA" w:rsidRDefault="00AE27D7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867" w:type="dxa"/>
          </w:tcPr>
          <w:p w:rsidR="00AE27D7" w:rsidRPr="00CF7BFA" w:rsidRDefault="00AE27D7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AE27D7" w:rsidRPr="00CF7BFA" w:rsidRDefault="00AE27D7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3937" w:type="dxa"/>
          </w:tcPr>
          <w:p w:rsidR="00AE27D7" w:rsidRPr="00CF7BFA" w:rsidRDefault="00AE27D7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620" w:type="dxa"/>
          </w:tcPr>
          <w:p w:rsidR="00AE27D7" w:rsidRPr="00CF7BFA" w:rsidRDefault="00AE27D7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AE27D7" w:rsidRPr="00CF7BFA" w:rsidTr="00707021">
        <w:trPr>
          <w:trHeight w:val="495"/>
        </w:trPr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:rsidR="00AE27D7" w:rsidRPr="001C1C75" w:rsidRDefault="00AE27D7" w:rsidP="005858C2">
            <w:pPr>
              <w:jc w:val="center"/>
            </w:pPr>
            <w:r>
              <w:rPr>
                <w:sz w:val="22"/>
                <w:szCs w:val="22"/>
              </w:rPr>
              <w:t>02 листопада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Pr="001C1C75" w:rsidRDefault="00AE27D7" w:rsidP="005858C2">
            <w:pPr>
              <w:jc w:val="center"/>
            </w:pPr>
            <w:r w:rsidRPr="001C1C75">
              <w:rPr>
                <w:sz w:val="22"/>
                <w:szCs w:val="22"/>
              </w:rPr>
              <w:t>08-30</w:t>
            </w:r>
          </w:p>
          <w:p w:rsidR="00AE27D7" w:rsidRPr="001C1C75" w:rsidRDefault="00AE27D7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Pr="001C1C75" w:rsidRDefault="00AE27D7" w:rsidP="005858C2">
            <w:pPr>
              <w:jc w:val="both"/>
            </w:pPr>
            <w:r w:rsidRPr="001C1C75">
              <w:rPr>
                <w:sz w:val="22"/>
                <w:szCs w:val="22"/>
              </w:rPr>
              <w:t xml:space="preserve">нарада з керівниками структурних підрозділів апарату райдержадміністрації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Pr="00CF7BFA" w:rsidRDefault="00AE27D7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керівник апарату райдержадміністрації Лебедєва Н.В.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Pr="00CF7BFA" w:rsidRDefault="00AE27D7" w:rsidP="005858C2">
            <w:pPr>
              <w:rPr>
                <w:i/>
              </w:rPr>
            </w:pPr>
          </w:p>
        </w:tc>
      </w:tr>
      <w:tr w:rsidR="00AE27D7" w:rsidRPr="00CF7BFA" w:rsidTr="00707021">
        <w:trPr>
          <w:trHeight w:val="540"/>
        </w:trPr>
        <w:tc>
          <w:tcPr>
            <w:tcW w:w="1368" w:type="dxa"/>
            <w:vMerge/>
          </w:tcPr>
          <w:p w:rsidR="00AE27D7" w:rsidRPr="001C1C75" w:rsidRDefault="00AE27D7" w:rsidP="005858C2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Pr="001C1C75" w:rsidRDefault="00AE27D7" w:rsidP="005858C2">
            <w:pPr>
              <w:jc w:val="center"/>
            </w:pPr>
            <w:r w:rsidRPr="001C1C75"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Pr="001C1C75" w:rsidRDefault="00AE27D7" w:rsidP="005858C2">
            <w:pPr>
              <w:jc w:val="both"/>
            </w:pPr>
            <w:r w:rsidRPr="001C1C75">
              <w:rPr>
                <w:sz w:val="22"/>
                <w:szCs w:val="22"/>
              </w:rPr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Pr="00CF7BFA" w:rsidRDefault="00AE27D7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Default="00AE27D7" w:rsidP="005858C2">
            <w:pPr>
              <w:rPr>
                <w:i/>
              </w:rPr>
            </w:pPr>
          </w:p>
          <w:p w:rsidR="00AE27D7" w:rsidRPr="00CF7BFA" w:rsidRDefault="00AE27D7" w:rsidP="005858C2">
            <w:pPr>
              <w:rPr>
                <w:i/>
              </w:rPr>
            </w:pPr>
          </w:p>
        </w:tc>
      </w:tr>
      <w:tr w:rsidR="00AE27D7" w:rsidRPr="00CF7BFA" w:rsidTr="00707021">
        <w:trPr>
          <w:trHeight w:val="540"/>
        </w:trPr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AE27D7" w:rsidRPr="001C1C75" w:rsidRDefault="00AE27D7" w:rsidP="005858C2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Pr="00CF7BFA" w:rsidRDefault="00AE27D7" w:rsidP="005858C2">
            <w:pPr>
              <w:jc w:val="center"/>
            </w:pPr>
            <w: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Pr="00CF7BFA" w:rsidRDefault="00AE27D7" w:rsidP="005858C2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Pr="00CF7BFA" w:rsidRDefault="00AE27D7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Беребера І.П.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Default="00AE27D7" w:rsidP="005858C2">
            <w:pPr>
              <w:rPr>
                <w:i/>
              </w:rPr>
            </w:pPr>
          </w:p>
        </w:tc>
      </w:tr>
      <w:tr w:rsidR="00AE27D7" w:rsidRPr="00CF7BFA" w:rsidTr="00707021">
        <w:trPr>
          <w:trHeight w:val="540"/>
        </w:trPr>
        <w:tc>
          <w:tcPr>
            <w:tcW w:w="1368" w:type="dxa"/>
          </w:tcPr>
          <w:p w:rsidR="00AE27D7" w:rsidRDefault="00AE27D7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 листопада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Default="00AE27D7" w:rsidP="005858C2">
            <w:pPr>
              <w:jc w:val="center"/>
            </w:pPr>
            <w:r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Pr="002D7C64" w:rsidRDefault="00AE27D7" w:rsidP="005858C2">
            <w:pPr>
              <w:jc w:val="both"/>
            </w:pPr>
            <w:r>
              <w:t>прийом громадян з особистих питань головою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Default="00AE27D7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голова  райдержадміністрація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Default="00AE27D7" w:rsidP="005858C2">
            <w:pPr>
              <w:rPr>
                <w:i/>
              </w:rPr>
            </w:pPr>
          </w:p>
          <w:p w:rsidR="00AE27D7" w:rsidRDefault="00AE27D7" w:rsidP="005858C2">
            <w:pPr>
              <w:rPr>
                <w:i/>
              </w:rPr>
            </w:pPr>
          </w:p>
        </w:tc>
      </w:tr>
      <w:tr w:rsidR="00AE27D7" w:rsidRPr="00CF7BFA" w:rsidTr="00707021">
        <w:trPr>
          <w:trHeight w:val="540"/>
        </w:trPr>
        <w:tc>
          <w:tcPr>
            <w:tcW w:w="1368" w:type="dxa"/>
            <w:vMerge w:val="restart"/>
          </w:tcPr>
          <w:p w:rsidR="00AE27D7" w:rsidRPr="002270F4" w:rsidRDefault="00AE27D7" w:rsidP="005858C2">
            <w:pPr>
              <w:jc w:val="center"/>
            </w:pPr>
            <w:r>
              <w:t>06 листопада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Default="00AE27D7" w:rsidP="005858C2">
            <w:pPr>
              <w:jc w:val="center"/>
            </w:pPr>
            <w:r>
              <w:rPr>
                <w:sz w:val="22"/>
                <w:szCs w:val="22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Default="00AE27D7" w:rsidP="005858C2">
            <w:pPr>
              <w:jc w:val="both"/>
            </w:pPr>
            <w:r>
              <w:t>засідання комісії з надання матеріальної допомоги особам, які опинилися в складних життєвих обставинах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Default="00AE27D7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Default="00AE27D7" w:rsidP="005858C2">
            <w:pPr>
              <w:rPr>
                <w:i/>
              </w:rPr>
            </w:pPr>
          </w:p>
        </w:tc>
      </w:tr>
      <w:tr w:rsidR="00AE27D7" w:rsidRPr="00CF7BFA" w:rsidTr="00707021">
        <w:trPr>
          <w:trHeight w:val="416"/>
        </w:trPr>
        <w:tc>
          <w:tcPr>
            <w:tcW w:w="1368" w:type="dxa"/>
            <w:vMerge/>
          </w:tcPr>
          <w:p w:rsidR="00AE27D7" w:rsidRPr="001C1C75" w:rsidRDefault="00AE27D7" w:rsidP="005858C2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AE27D7" w:rsidRPr="001C1C75" w:rsidRDefault="00AE27D7" w:rsidP="005858C2">
            <w:r w:rsidRPr="001C1C75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AE27D7" w:rsidRPr="001C1C75" w:rsidRDefault="00AE27D7" w:rsidP="005858C2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AE27D7" w:rsidRPr="00CF7BFA" w:rsidRDefault="00AE27D7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AE27D7" w:rsidRPr="00CF7BFA" w:rsidRDefault="00AE27D7" w:rsidP="005858C2">
            <w:pPr>
              <w:rPr>
                <w:i/>
              </w:rPr>
            </w:pPr>
          </w:p>
        </w:tc>
      </w:tr>
      <w:tr w:rsidR="00AE27D7" w:rsidRPr="00CF7BFA" w:rsidTr="00707021">
        <w:trPr>
          <w:trHeight w:val="601"/>
        </w:trPr>
        <w:tc>
          <w:tcPr>
            <w:tcW w:w="1368" w:type="dxa"/>
            <w:vMerge/>
          </w:tcPr>
          <w:p w:rsidR="00AE27D7" w:rsidRPr="001C1C75" w:rsidRDefault="00AE27D7" w:rsidP="005858C2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AE27D7" w:rsidRPr="001C1C75" w:rsidRDefault="00AE27D7" w:rsidP="005858C2">
            <w:r>
              <w:rPr>
                <w:sz w:val="22"/>
                <w:szCs w:val="22"/>
              </w:rPr>
              <w:t>10-3</w:t>
            </w:r>
            <w:r w:rsidRPr="001C1C75">
              <w:rPr>
                <w:sz w:val="22"/>
                <w:szCs w:val="22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AE27D7" w:rsidRPr="001C1C75" w:rsidRDefault="00AE27D7" w:rsidP="005858C2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2"/>
                <w:szCs w:val="22"/>
              </w:rPr>
              <w:t>ВПО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AE27D7" w:rsidRPr="00CF7BFA" w:rsidRDefault="00AE27D7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AE27D7" w:rsidRPr="00CF7BFA" w:rsidRDefault="00AE27D7" w:rsidP="005858C2">
            <w:pPr>
              <w:rPr>
                <w:i/>
              </w:rPr>
            </w:pPr>
          </w:p>
        </w:tc>
      </w:tr>
      <w:tr w:rsidR="00AE27D7" w:rsidRPr="00CF7BFA" w:rsidTr="00707021">
        <w:trPr>
          <w:trHeight w:val="601"/>
        </w:trPr>
        <w:tc>
          <w:tcPr>
            <w:tcW w:w="1368" w:type="dxa"/>
          </w:tcPr>
          <w:p w:rsidR="00AE27D7" w:rsidRPr="001C1C75" w:rsidRDefault="00AE27D7" w:rsidP="005858C2">
            <w:pPr>
              <w:jc w:val="center"/>
            </w:pPr>
            <w:r>
              <w:t>08 листопада</w:t>
            </w: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AE27D7" w:rsidRDefault="00AE27D7" w:rsidP="005858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AE27D7" w:rsidRPr="001C1C75" w:rsidRDefault="00AE27D7" w:rsidP="005858C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проведення ІІ етапу Всеукраїнських учнівських олімпіад з навчальних предметів  української мови та літератури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AE27D7" w:rsidRDefault="00AE27D7" w:rsidP="00C502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AE27D7" w:rsidRPr="00CF7BFA" w:rsidRDefault="00AE27D7" w:rsidP="00C502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AE27D7" w:rsidRPr="00CF7BFA" w:rsidRDefault="00AE27D7" w:rsidP="005858C2">
            <w:pPr>
              <w:rPr>
                <w:i/>
              </w:rPr>
            </w:pPr>
          </w:p>
        </w:tc>
      </w:tr>
      <w:tr w:rsidR="00AE27D7" w:rsidRPr="00CF7BFA" w:rsidTr="00707021">
        <w:trPr>
          <w:trHeight w:val="502"/>
        </w:trPr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:rsidR="00AE27D7" w:rsidRPr="001C1C75" w:rsidRDefault="00AE27D7" w:rsidP="005858C2">
            <w:pPr>
              <w:jc w:val="center"/>
            </w:pPr>
            <w:r w:rsidRPr="001C1C75">
              <w:rPr>
                <w:sz w:val="22"/>
                <w:szCs w:val="22"/>
              </w:rPr>
              <w:t>протягом тижня</w:t>
            </w:r>
          </w:p>
          <w:p w:rsidR="00AE27D7" w:rsidRPr="001C1C75" w:rsidRDefault="00AE27D7" w:rsidP="005858C2">
            <w:pPr>
              <w:jc w:val="center"/>
            </w:pPr>
          </w:p>
        </w:tc>
        <w:tc>
          <w:tcPr>
            <w:tcW w:w="867" w:type="dxa"/>
          </w:tcPr>
          <w:p w:rsidR="00AE27D7" w:rsidRPr="001C1C75" w:rsidRDefault="00AE27D7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Pr="001C1C75" w:rsidRDefault="00AE27D7" w:rsidP="005858C2">
            <w:pPr>
              <w:jc w:val="both"/>
            </w:pPr>
            <w:r w:rsidRPr="001C1C75">
              <w:rPr>
                <w:sz w:val="22"/>
                <w:szCs w:val="22"/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r>
              <w:rPr>
                <w:sz w:val="22"/>
                <w:szCs w:val="22"/>
                <w:shd w:val="clear" w:color="auto" w:fill="FFFFFF"/>
              </w:rPr>
              <w:t>корона вірусом</w:t>
            </w:r>
            <w:r w:rsidRPr="001C1C75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1C1C75">
              <w:rPr>
                <w:i/>
                <w:sz w:val="22"/>
                <w:szCs w:val="22"/>
                <w:shd w:val="clear" w:color="auto" w:fill="FFFFFF"/>
              </w:rPr>
              <w:t>в разі необхідності)</w:t>
            </w:r>
          </w:p>
        </w:tc>
        <w:tc>
          <w:tcPr>
            <w:tcW w:w="3937" w:type="dxa"/>
          </w:tcPr>
          <w:p w:rsidR="00AE27D7" w:rsidRPr="00CF7BFA" w:rsidRDefault="00AE27D7" w:rsidP="005858C2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620" w:type="dxa"/>
          </w:tcPr>
          <w:p w:rsidR="00AE27D7" w:rsidRPr="00CF7BFA" w:rsidRDefault="00AE27D7" w:rsidP="005858C2">
            <w:pPr>
              <w:rPr>
                <w:i/>
              </w:rPr>
            </w:pPr>
          </w:p>
        </w:tc>
      </w:tr>
      <w:tr w:rsidR="00AE27D7" w:rsidRPr="00CF7BFA" w:rsidTr="00707021">
        <w:trPr>
          <w:trHeight w:val="502"/>
        </w:trPr>
        <w:tc>
          <w:tcPr>
            <w:tcW w:w="1368" w:type="dxa"/>
            <w:vMerge/>
          </w:tcPr>
          <w:p w:rsidR="00AE27D7" w:rsidRPr="001C1C75" w:rsidRDefault="00AE27D7" w:rsidP="005858C2">
            <w:pPr>
              <w:jc w:val="center"/>
            </w:pPr>
          </w:p>
        </w:tc>
        <w:tc>
          <w:tcPr>
            <w:tcW w:w="867" w:type="dxa"/>
          </w:tcPr>
          <w:p w:rsidR="00AE27D7" w:rsidRPr="001C1C75" w:rsidRDefault="00AE27D7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E27D7" w:rsidRPr="001C1C75" w:rsidRDefault="00AE27D7" w:rsidP="005858C2">
            <w:pPr>
              <w:jc w:val="both"/>
              <w:rPr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виїзди робочої групи в заклади освіти з метою перевірки дотримання санітарно-епідемічних вимог до організації навчально-виховного процесу</w:t>
            </w:r>
          </w:p>
        </w:tc>
        <w:tc>
          <w:tcPr>
            <w:tcW w:w="3937" w:type="dxa"/>
          </w:tcPr>
          <w:p w:rsidR="00AE27D7" w:rsidRDefault="00AE27D7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AE27D7" w:rsidRDefault="00AE27D7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AE27D7" w:rsidRPr="00CF7BFA" w:rsidRDefault="00AE27D7" w:rsidP="005858C2">
            <w:pPr>
              <w:rPr>
                <w:i/>
              </w:rPr>
            </w:pPr>
          </w:p>
        </w:tc>
      </w:tr>
    </w:tbl>
    <w:p w:rsidR="00AE27D7" w:rsidRDefault="00AE27D7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AE27D7" w:rsidRDefault="00AE27D7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Pr="003D667C">
        <w:rPr>
          <w:b/>
          <w:i/>
          <w:sz w:val="28"/>
          <w:szCs w:val="28"/>
        </w:rPr>
        <w:t xml:space="preserve">ерівник апарату </w:t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</w:p>
    <w:p w:rsidR="00AE27D7" w:rsidRPr="003D667C" w:rsidRDefault="00AE27D7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sectPr w:rsidR="00AE27D7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EC"/>
    <w:rsid w:val="00002115"/>
    <w:rsid w:val="0000450B"/>
    <w:rsid w:val="00011E4F"/>
    <w:rsid w:val="0002094B"/>
    <w:rsid w:val="00046DF4"/>
    <w:rsid w:val="000471B9"/>
    <w:rsid w:val="000524FE"/>
    <w:rsid w:val="000560A7"/>
    <w:rsid w:val="00060F0A"/>
    <w:rsid w:val="00065EC9"/>
    <w:rsid w:val="000852E9"/>
    <w:rsid w:val="000A0E4D"/>
    <w:rsid w:val="000C1CEE"/>
    <w:rsid w:val="000C3485"/>
    <w:rsid w:val="000C5524"/>
    <w:rsid w:val="000C6502"/>
    <w:rsid w:val="000D093E"/>
    <w:rsid w:val="000D1866"/>
    <w:rsid w:val="000D5904"/>
    <w:rsid w:val="000E12CF"/>
    <w:rsid w:val="000E3FB2"/>
    <w:rsid w:val="000E5CA4"/>
    <w:rsid w:val="000E7547"/>
    <w:rsid w:val="000E7B6D"/>
    <w:rsid w:val="00101335"/>
    <w:rsid w:val="00102D45"/>
    <w:rsid w:val="001152E1"/>
    <w:rsid w:val="00122F8D"/>
    <w:rsid w:val="00127E21"/>
    <w:rsid w:val="0014004C"/>
    <w:rsid w:val="00167DA1"/>
    <w:rsid w:val="001A2AC6"/>
    <w:rsid w:val="001A6CB6"/>
    <w:rsid w:val="001B1AD0"/>
    <w:rsid w:val="001C1C75"/>
    <w:rsid w:val="001D74A4"/>
    <w:rsid w:val="001E2357"/>
    <w:rsid w:val="001F0CA6"/>
    <w:rsid w:val="002222A9"/>
    <w:rsid w:val="002270F4"/>
    <w:rsid w:val="002432FD"/>
    <w:rsid w:val="0025495B"/>
    <w:rsid w:val="00257D18"/>
    <w:rsid w:val="00260FF1"/>
    <w:rsid w:val="00262447"/>
    <w:rsid w:val="00273306"/>
    <w:rsid w:val="00275B0B"/>
    <w:rsid w:val="0029184A"/>
    <w:rsid w:val="002A163F"/>
    <w:rsid w:val="002A1662"/>
    <w:rsid w:val="002A5E98"/>
    <w:rsid w:val="002A607E"/>
    <w:rsid w:val="002A6187"/>
    <w:rsid w:val="002B09DE"/>
    <w:rsid w:val="002B3FFA"/>
    <w:rsid w:val="002C5EE6"/>
    <w:rsid w:val="002D7C64"/>
    <w:rsid w:val="002E058A"/>
    <w:rsid w:val="003018C8"/>
    <w:rsid w:val="00315612"/>
    <w:rsid w:val="00321465"/>
    <w:rsid w:val="00327D71"/>
    <w:rsid w:val="00357D08"/>
    <w:rsid w:val="00360E30"/>
    <w:rsid w:val="0037032C"/>
    <w:rsid w:val="0037302D"/>
    <w:rsid w:val="00376241"/>
    <w:rsid w:val="00382978"/>
    <w:rsid w:val="00386CDE"/>
    <w:rsid w:val="003A0C06"/>
    <w:rsid w:val="003B241C"/>
    <w:rsid w:val="003B3B23"/>
    <w:rsid w:val="003B4E0D"/>
    <w:rsid w:val="003D5E89"/>
    <w:rsid w:val="003D667C"/>
    <w:rsid w:val="003E3610"/>
    <w:rsid w:val="003E4445"/>
    <w:rsid w:val="003F17D1"/>
    <w:rsid w:val="003F44B7"/>
    <w:rsid w:val="003F4F81"/>
    <w:rsid w:val="00403A5D"/>
    <w:rsid w:val="00417197"/>
    <w:rsid w:val="0045008B"/>
    <w:rsid w:val="0045121F"/>
    <w:rsid w:val="00475364"/>
    <w:rsid w:val="00480A93"/>
    <w:rsid w:val="00492699"/>
    <w:rsid w:val="00495B77"/>
    <w:rsid w:val="004B7A7C"/>
    <w:rsid w:val="004C29C0"/>
    <w:rsid w:val="004C38AB"/>
    <w:rsid w:val="004C43E8"/>
    <w:rsid w:val="004C7978"/>
    <w:rsid w:val="004D5CE2"/>
    <w:rsid w:val="00500F64"/>
    <w:rsid w:val="0050362F"/>
    <w:rsid w:val="00510B74"/>
    <w:rsid w:val="005260B4"/>
    <w:rsid w:val="005472AC"/>
    <w:rsid w:val="00550FA6"/>
    <w:rsid w:val="00554DCC"/>
    <w:rsid w:val="00567EC6"/>
    <w:rsid w:val="005838BE"/>
    <w:rsid w:val="005858C2"/>
    <w:rsid w:val="00585B87"/>
    <w:rsid w:val="00585CAA"/>
    <w:rsid w:val="0059003A"/>
    <w:rsid w:val="005B1424"/>
    <w:rsid w:val="005C62D7"/>
    <w:rsid w:val="005D16BF"/>
    <w:rsid w:val="005E5128"/>
    <w:rsid w:val="005F25F4"/>
    <w:rsid w:val="00600612"/>
    <w:rsid w:val="00607DD7"/>
    <w:rsid w:val="0061153E"/>
    <w:rsid w:val="00611BE8"/>
    <w:rsid w:val="006138A0"/>
    <w:rsid w:val="0061675B"/>
    <w:rsid w:val="00622EAA"/>
    <w:rsid w:val="00623672"/>
    <w:rsid w:val="006365BB"/>
    <w:rsid w:val="00642B15"/>
    <w:rsid w:val="00650DE5"/>
    <w:rsid w:val="00671123"/>
    <w:rsid w:val="00691416"/>
    <w:rsid w:val="00694E56"/>
    <w:rsid w:val="00697852"/>
    <w:rsid w:val="006A1931"/>
    <w:rsid w:val="006A2E2C"/>
    <w:rsid w:val="006B451C"/>
    <w:rsid w:val="006C3B7C"/>
    <w:rsid w:val="006D768A"/>
    <w:rsid w:val="006E4BCA"/>
    <w:rsid w:val="006F604A"/>
    <w:rsid w:val="00701111"/>
    <w:rsid w:val="00707021"/>
    <w:rsid w:val="007152F6"/>
    <w:rsid w:val="007160BE"/>
    <w:rsid w:val="00727C85"/>
    <w:rsid w:val="00742B3C"/>
    <w:rsid w:val="007446B3"/>
    <w:rsid w:val="00746E79"/>
    <w:rsid w:val="00753A88"/>
    <w:rsid w:val="00761F3E"/>
    <w:rsid w:val="0076321D"/>
    <w:rsid w:val="0077389E"/>
    <w:rsid w:val="00791A8F"/>
    <w:rsid w:val="007A1C15"/>
    <w:rsid w:val="007A4275"/>
    <w:rsid w:val="007B03FE"/>
    <w:rsid w:val="007B11C1"/>
    <w:rsid w:val="007E2544"/>
    <w:rsid w:val="00802721"/>
    <w:rsid w:val="00813B62"/>
    <w:rsid w:val="00821044"/>
    <w:rsid w:val="00821D05"/>
    <w:rsid w:val="008226F8"/>
    <w:rsid w:val="008278AC"/>
    <w:rsid w:val="008444F3"/>
    <w:rsid w:val="00846C10"/>
    <w:rsid w:val="0085023A"/>
    <w:rsid w:val="008523C5"/>
    <w:rsid w:val="00852C2E"/>
    <w:rsid w:val="008546EE"/>
    <w:rsid w:val="00876C9E"/>
    <w:rsid w:val="008A607B"/>
    <w:rsid w:val="008A7887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40F2C"/>
    <w:rsid w:val="0094318C"/>
    <w:rsid w:val="009439CA"/>
    <w:rsid w:val="0096040D"/>
    <w:rsid w:val="0096174A"/>
    <w:rsid w:val="0096222D"/>
    <w:rsid w:val="00966C64"/>
    <w:rsid w:val="00967EB8"/>
    <w:rsid w:val="00975D15"/>
    <w:rsid w:val="009819BD"/>
    <w:rsid w:val="009A74FE"/>
    <w:rsid w:val="009B3EA0"/>
    <w:rsid w:val="009C0D7C"/>
    <w:rsid w:val="009C459B"/>
    <w:rsid w:val="009C7FE0"/>
    <w:rsid w:val="009E7B8B"/>
    <w:rsid w:val="009F02E1"/>
    <w:rsid w:val="009F0C1C"/>
    <w:rsid w:val="009F1195"/>
    <w:rsid w:val="00A038EB"/>
    <w:rsid w:val="00A31D75"/>
    <w:rsid w:val="00A35312"/>
    <w:rsid w:val="00A37750"/>
    <w:rsid w:val="00A40100"/>
    <w:rsid w:val="00A5430D"/>
    <w:rsid w:val="00A6724E"/>
    <w:rsid w:val="00A71E85"/>
    <w:rsid w:val="00A9328E"/>
    <w:rsid w:val="00A966A6"/>
    <w:rsid w:val="00AB0F53"/>
    <w:rsid w:val="00AB1C83"/>
    <w:rsid w:val="00AB58C3"/>
    <w:rsid w:val="00AB7E56"/>
    <w:rsid w:val="00AE27D7"/>
    <w:rsid w:val="00AF528B"/>
    <w:rsid w:val="00B075CD"/>
    <w:rsid w:val="00B108A6"/>
    <w:rsid w:val="00B13516"/>
    <w:rsid w:val="00B1600B"/>
    <w:rsid w:val="00B258A0"/>
    <w:rsid w:val="00B30ACC"/>
    <w:rsid w:val="00B35ED1"/>
    <w:rsid w:val="00B50867"/>
    <w:rsid w:val="00B57027"/>
    <w:rsid w:val="00B61598"/>
    <w:rsid w:val="00B76E51"/>
    <w:rsid w:val="00B774B8"/>
    <w:rsid w:val="00B80A5B"/>
    <w:rsid w:val="00B839B8"/>
    <w:rsid w:val="00B91011"/>
    <w:rsid w:val="00B926DB"/>
    <w:rsid w:val="00B958FB"/>
    <w:rsid w:val="00BB5B23"/>
    <w:rsid w:val="00BC1C0A"/>
    <w:rsid w:val="00BC3A83"/>
    <w:rsid w:val="00BC6DCE"/>
    <w:rsid w:val="00BD01AE"/>
    <w:rsid w:val="00BD4C2D"/>
    <w:rsid w:val="00BE2F04"/>
    <w:rsid w:val="00C203D3"/>
    <w:rsid w:val="00C3759D"/>
    <w:rsid w:val="00C42E4D"/>
    <w:rsid w:val="00C450CF"/>
    <w:rsid w:val="00C502B0"/>
    <w:rsid w:val="00C6240E"/>
    <w:rsid w:val="00C772BB"/>
    <w:rsid w:val="00C9610D"/>
    <w:rsid w:val="00CA153F"/>
    <w:rsid w:val="00CA41EC"/>
    <w:rsid w:val="00CA50D0"/>
    <w:rsid w:val="00CB0E5D"/>
    <w:rsid w:val="00CB1D81"/>
    <w:rsid w:val="00CD2CBA"/>
    <w:rsid w:val="00CE210F"/>
    <w:rsid w:val="00CE2ECD"/>
    <w:rsid w:val="00CE6CFB"/>
    <w:rsid w:val="00CF0F2E"/>
    <w:rsid w:val="00CF7BFA"/>
    <w:rsid w:val="00D009AF"/>
    <w:rsid w:val="00D06612"/>
    <w:rsid w:val="00D07F47"/>
    <w:rsid w:val="00D109EB"/>
    <w:rsid w:val="00D140C6"/>
    <w:rsid w:val="00D21E00"/>
    <w:rsid w:val="00D254C9"/>
    <w:rsid w:val="00D26A8E"/>
    <w:rsid w:val="00D26DD8"/>
    <w:rsid w:val="00D31E04"/>
    <w:rsid w:val="00D561EE"/>
    <w:rsid w:val="00D622ED"/>
    <w:rsid w:val="00D66B67"/>
    <w:rsid w:val="00D66F67"/>
    <w:rsid w:val="00D7597C"/>
    <w:rsid w:val="00D9386C"/>
    <w:rsid w:val="00D95670"/>
    <w:rsid w:val="00DB10CC"/>
    <w:rsid w:val="00DB29A2"/>
    <w:rsid w:val="00DC140A"/>
    <w:rsid w:val="00DD33AC"/>
    <w:rsid w:val="00DD5B93"/>
    <w:rsid w:val="00DD68C4"/>
    <w:rsid w:val="00DE0225"/>
    <w:rsid w:val="00DF2165"/>
    <w:rsid w:val="00E134A7"/>
    <w:rsid w:val="00E237D3"/>
    <w:rsid w:val="00E25B5D"/>
    <w:rsid w:val="00E32ED9"/>
    <w:rsid w:val="00E432BD"/>
    <w:rsid w:val="00E46832"/>
    <w:rsid w:val="00E61C99"/>
    <w:rsid w:val="00E76A0A"/>
    <w:rsid w:val="00E823D6"/>
    <w:rsid w:val="00E93A9C"/>
    <w:rsid w:val="00E94CAF"/>
    <w:rsid w:val="00EA6C32"/>
    <w:rsid w:val="00EB3F0D"/>
    <w:rsid w:val="00EC1BB1"/>
    <w:rsid w:val="00EC5038"/>
    <w:rsid w:val="00EC6D64"/>
    <w:rsid w:val="00EE45D2"/>
    <w:rsid w:val="00EE603F"/>
    <w:rsid w:val="00F31966"/>
    <w:rsid w:val="00F36E30"/>
    <w:rsid w:val="00F45883"/>
    <w:rsid w:val="00F77490"/>
    <w:rsid w:val="00F97D81"/>
    <w:rsid w:val="00FB122D"/>
    <w:rsid w:val="00FB7310"/>
    <w:rsid w:val="00FC2630"/>
    <w:rsid w:val="00FC6ABD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EC"/>
    <w:rPr>
      <w:rFonts w:eastAsia="Times New Roman"/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C10"/>
    <w:rPr>
      <w:rFonts w:eastAsia="Times New Roman" w:cs="Times New Roman"/>
      <w:b/>
      <w:bCs/>
      <w:color w:val="auto"/>
      <w:w w:val="100"/>
      <w:sz w:val="27"/>
      <w:szCs w:val="27"/>
      <w:lang w:eastAsia="ru-RU"/>
    </w:rPr>
  </w:style>
  <w:style w:type="paragraph" w:styleId="Title">
    <w:name w:val="Title"/>
    <w:basedOn w:val="Normal"/>
    <w:link w:val="TitleChar"/>
    <w:uiPriority w:val="99"/>
    <w:qFormat/>
    <w:rsid w:val="00CA41E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CA41EC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0C55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524"/>
    <w:rPr>
      <w:rFonts w:eastAsia="Times New Roman" w:cs="Times New Roman"/>
      <w:color w:val="auto"/>
      <w:w w:val="100"/>
      <w:sz w:val="24"/>
      <w:szCs w:val="24"/>
      <w:lang w:val="uk-UA" w:eastAsia="ru-RU"/>
    </w:rPr>
  </w:style>
  <w:style w:type="character" w:customStyle="1" w:styleId="a">
    <w:name w:val="Основний текст_"/>
    <w:link w:val="1"/>
    <w:uiPriority w:val="99"/>
    <w:locked/>
    <w:rsid w:val="00FF4D55"/>
    <w:rPr>
      <w:spacing w:val="2"/>
      <w:sz w:val="25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="Calibri"/>
      <w:spacing w:val="2"/>
      <w:sz w:val="25"/>
      <w:szCs w:val="20"/>
      <w:shd w:val="clear" w:color="auto" w:fill="FFFFFF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093E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093E"/>
    <w:pPr>
      <w:widowControl w:val="0"/>
      <w:shd w:val="clear" w:color="auto" w:fill="FFFFFF"/>
      <w:spacing w:line="694" w:lineRule="exact"/>
      <w:jc w:val="both"/>
    </w:pPr>
    <w:rPr>
      <w:rFonts w:eastAsia="Calibri"/>
      <w:color w:val="000000"/>
      <w:w w:val="87"/>
      <w:sz w:val="26"/>
      <w:szCs w:val="26"/>
      <w:lang w:val="ru-RU" w:eastAsia="en-US"/>
    </w:rPr>
  </w:style>
  <w:style w:type="paragraph" w:styleId="NormalWeb">
    <w:name w:val="Normal (Web)"/>
    <w:basedOn w:val="Normal"/>
    <w:uiPriority w:val="99"/>
    <w:rsid w:val="0061153E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99"/>
    <w:qFormat/>
    <w:rsid w:val="008210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E94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1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1015</TotalTime>
  <Pages>1</Pages>
  <Words>301</Words>
  <Characters>1719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 Olya</dc:creator>
  <cp:keywords/>
  <dc:description/>
  <cp:lastModifiedBy>Дима</cp:lastModifiedBy>
  <cp:revision>86</cp:revision>
  <cp:lastPrinted>2020-08-07T12:08:00Z</cp:lastPrinted>
  <dcterms:created xsi:type="dcterms:W3CDTF">2020-09-10T06:06:00Z</dcterms:created>
  <dcterms:modified xsi:type="dcterms:W3CDTF">2020-10-29T09:50:00Z</dcterms:modified>
</cp:coreProperties>
</file>