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ED" w:rsidRDefault="005E0EED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5E0EED" w:rsidRPr="00DD68C4" w:rsidRDefault="005E0EED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5E0EED" w:rsidRPr="00DD68C4" w:rsidRDefault="005E0EED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5E0EED" w:rsidRPr="00E61C99" w:rsidRDefault="005E0EED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>04- 10 січня 2021року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867"/>
        <w:gridCol w:w="7796"/>
        <w:gridCol w:w="3937"/>
        <w:gridCol w:w="1620"/>
      </w:tblGrid>
      <w:tr w:rsidR="005E0EED" w:rsidRPr="00CF7BFA" w:rsidTr="00707021">
        <w:trPr>
          <w:trHeight w:val="70"/>
        </w:trPr>
        <w:tc>
          <w:tcPr>
            <w:tcW w:w="1368" w:type="dxa"/>
            <w:tcBorders>
              <w:bottom w:val="single" w:sz="4" w:space="0" w:color="auto"/>
            </w:tcBorders>
          </w:tcPr>
          <w:p w:rsidR="005E0EED" w:rsidRPr="00CF7BFA" w:rsidRDefault="005E0EED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867" w:type="dxa"/>
          </w:tcPr>
          <w:p w:rsidR="005E0EED" w:rsidRPr="00CF7BFA" w:rsidRDefault="005E0EED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5E0EED" w:rsidRPr="00CF7BFA" w:rsidRDefault="005E0EED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5E0EED" w:rsidRPr="00CF7BFA" w:rsidRDefault="005E0EED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5E0EED" w:rsidRPr="00CF7BFA" w:rsidRDefault="005E0EED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5E0EED" w:rsidRPr="00CF7BFA" w:rsidTr="00707021">
        <w:trPr>
          <w:trHeight w:val="540"/>
        </w:trPr>
        <w:tc>
          <w:tcPr>
            <w:tcW w:w="1368" w:type="dxa"/>
            <w:vMerge w:val="restart"/>
          </w:tcPr>
          <w:p w:rsidR="005E0EED" w:rsidRPr="001C1C75" w:rsidRDefault="005E0EED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 січня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Pr="001C1C75" w:rsidRDefault="005E0EED" w:rsidP="005858C2">
            <w:pPr>
              <w:jc w:val="center"/>
            </w:pPr>
            <w:r>
              <w:t>08-30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Pr="001C1C75" w:rsidRDefault="005E0EED" w:rsidP="005858C2">
            <w:pPr>
              <w:jc w:val="both"/>
            </w:pPr>
            <w:r>
              <w:t>нарада з керівниками структурних підрозділів апарату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Pr="00CF7BFA" w:rsidRDefault="005E0EED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Default="005E0EED" w:rsidP="005858C2">
            <w:pPr>
              <w:rPr>
                <w:i/>
              </w:rPr>
            </w:pPr>
          </w:p>
          <w:p w:rsidR="005E0EED" w:rsidRPr="00CF7BFA" w:rsidRDefault="005E0EED" w:rsidP="005858C2">
            <w:pPr>
              <w:rPr>
                <w:i/>
              </w:rPr>
            </w:pPr>
          </w:p>
        </w:tc>
      </w:tr>
      <w:tr w:rsidR="005E0EED" w:rsidRPr="00CF7BFA" w:rsidTr="00707021">
        <w:trPr>
          <w:trHeight w:val="540"/>
        </w:trPr>
        <w:tc>
          <w:tcPr>
            <w:tcW w:w="1368" w:type="dxa"/>
            <w:vMerge/>
          </w:tcPr>
          <w:p w:rsidR="005E0EED" w:rsidRDefault="005E0EED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Pr="001C1C75" w:rsidRDefault="005E0EED" w:rsidP="00A30B67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Pr="001C1C75" w:rsidRDefault="005E0EED" w:rsidP="00A30B67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Pr="00CF7BFA" w:rsidRDefault="005E0EED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Default="005E0EED" w:rsidP="00A30B67">
            <w:pPr>
              <w:rPr>
                <w:i/>
              </w:rPr>
            </w:pPr>
          </w:p>
        </w:tc>
      </w:tr>
      <w:tr w:rsidR="005E0EED" w:rsidRPr="00CF7BFA" w:rsidTr="00707021">
        <w:trPr>
          <w:trHeight w:val="540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5E0EED" w:rsidRPr="001C1C75" w:rsidRDefault="005E0EED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Pr="00CF7BFA" w:rsidRDefault="005E0EED" w:rsidP="00A30B67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Pr="00CF7BFA" w:rsidRDefault="005E0EED" w:rsidP="00A30B67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Pr="00CF7BFA" w:rsidRDefault="005E0EED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Default="005E0EED" w:rsidP="00A30B67">
            <w:pPr>
              <w:rPr>
                <w:i/>
              </w:rPr>
            </w:pPr>
          </w:p>
        </w:tc>
      </w:tr>
      <w:tr w:rsidR="005E0EED" w:rsidRPr="00CF7BFA" w:rsidTr="00707021">
        <w:trPr>
          <w:trHeight w:val="540"/>
        </w:trPr>
        <w:tc>
          <w:tcPr>
            <w:tcW w:w="1368" w:type="dxa"/>
          </w:tcPr>
          <w:p w:rsidR="005E0EED" w:rsidRDefault="005E0EED" w:rsidP="00A30B6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 січня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Default="005E0EED" w:rsidP="00A30B67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Pr="002D7C64" w:rsidRDefault="005E0EED" w:rsidP="00A30B67">
            <w:pPr>
              <w:jc w:val="both"/>
            </w:pPr>
            <w:r>
              <w:t>прийом громадян з особистих питань головою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Default="005E0EED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 райдержадміністрація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Default="005E0EED" w:rsidP="00A30B67">
            <w:pPr>
              <w:rPr>
                <w:i/>
              </w:rPr>
            </w:pPr>
          </w:p>
          <w:p w:rsidR="005E0EED" w:rsidRDefault="005E0EED" w:rsidP="00A30B67">
            <w:pPr>
              <w:rPr>
                <w:i/>
              </w:rPr>
            </w:pPr>
          </w:p>
        </w:tc>
      </w:tr>
      <w:tr w:rsidR="005E0EED" w:rsidRPr="00CF7BFA" w:rsidTr="00707021">
        <w:trPr>
          <w:trHeight w:val="416"/>
        </w:trPr>
        <w:tc>
          <w:tcPr>
            <w:tcW w:w="1368" w:type="dxa"/>
            <w:vMerge w:val="restart"/>
          </w:tcPr>
          <w:p w:rsidR="005E0EED" w:rsidRPr="001C1C75" w:rsidRDefault="005E0EED" w:rsidP="00A30B67">
            <w:pPr>
              <w:jc w:val="center"/>
            </w:pPr>
            <w:r>
              <w:t>06 січня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5E0EED" w:rsidRPr="001C1C75" w:rsidRDefault="005E0EED" w:rsidP="00A30B67">
            <w:r w:rsidRPr="001C1C75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5E0EED" w:rsidRPr="001C1C75" w:rsidRDefault="005E0EED" w:rsidP="00A30B67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5E0EED" w:rsidRPr="00CF7BFA" w:rsidRDefault="005E0EED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5E0EED" w:rsidRPr="00CF7BFA" w:rsidRDefault="005E0EED" w:rsidP="00A30B67">
            <w:pPr>
              <w:rPr>
                <w:i/>
              </w:rPr>
            </w:pPr>
          </w:p>
        </w:tc>
      </w:tr>
      <w:tr w:rsidR="005E0EED" w:rsidRPr="00CF7BFA" w:rsidTr="00707021">
        <w:trPr>
          <w:trHeight w:val="601"/>
        </w:trPr>
        <w:tc>
          <w:tcPr>
            <w:tcW w:w="1368" w:type="dxa"/>
            <w:vMerge/>
          </w:tcPr>
          <w:p w:rsidR="005E0EED" w:rsidRPr="001C1C75" w:rsidRDefault="005E0EED" w:rsidP="00A30B67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5E0EED" w:rsidRPr="001C1C75" w:rsidRDefault="005E0EED" w:rsidP="00A30B67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5E0EED" w:rsidRPr="001C1C75" w:rsidRDefault="005E0EED" w:rsidP="00A30B67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2"/>
                <w:szCs w:val="22"/>
              </w:rPr>
              <w:t>ВПО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5E0EED" w:rsidRPr="00CF7BFA" w:rsidRDefault="005E0EED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5E0EED" w:rsidRPr="00CF7BFA" w:rsidRDefault="005E0EED" w:rsidP="00A30B67">
            <w:pPr>
              <w:rPr>
                <w:i/>
              </w:rPr>
            </w:pPr>
          </w:p>
        </w:tc>
      </w:tr>
      <w:tr w:rsidR="005E0EED" w:rsidRPr="00CF7BFA" w:rsidTr="00707021">
        <w:trPr>
          <w:trHeight w:val="502"/>
        </w:trPr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5E0EED" w:rsidRPr="001C1C75" w:rsidRDefault="005E0EED" w:rsidP="00A30B67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5E0EED" w:rsidRPr="001C1C75" w:rsidRDefault="005E0EED" w:rsidP="00A30B67">
            <w:pPr>
              <w:jc w:val="center"/>
            </w:pPr>
          </w:p>
        </w:tc>
        <w:tc>
          <w:tcPr>
            <w:tcW w:w="867" w:type="dxa"/>
          </w:tcPr>
          <w:p w:rsidR="005E0EED" w:rsidRPr="001C1C75" w:rsidRDefault="005E0EED" w:rsidP="00A30B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Pr="001C1C75" w:rsidRDefault="005E0EED" w:rsidP="00A30B67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r>
              <w:rPr>
                <w:sz w:val="22"/>
                <w:szCs w:val="22"/>
                <w:shd w:val="clear" w:color="auto" w:fill="FFFFFF"/>
              </w:rPr>
              <w:t>корона вірусом</w:t>
            </w:r>
            <w:r w:rsidRPr="001C1C75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5E0EED" w:rsidRPr="00CF7BFA" w:rsidRDefault="005E0EED" w:rsidP="00A30B67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5E0EED" w:rsidRPr="00CF7BFA" w:rsidRDefault="005E0EED" w:rsidP="00A30B67">
            <w:pPr>
              <w:rPr>
                <w:i/>
              </w:rPr>
            </w:pPr>
          </w:p>
        </w:tc>
      </w:tr>
      <w:tr w:rsidR="005E0EED" w:rsidRPr="00CF7BFA" w:rsidTr="00707021">
        <w:trPr>
          <w:trHeight w:val="502"/>
        </w:trPr>
        <w:tc>
          <w:tcPr>
            <w:tcW w:w="1368" w:type="dxa"/>
            <w:vMerge/>
          </w:tcPr>
          <w:p w:rsidR="005E0EED" w:rsidRPr="001C1C75" w:rsidRDefault="005E0EED" w:rsidP="00A30B67">
            <w:pPr>
              <w:jc w:val="center"/>
            </w:pPr>
          </w:p>
        </w:tc>
        <w:tc>
          <w:tcPr>
            <w:tcW w:w="867" w:type="dxa"/>
          </w:tcPr>
          <w:p w:rsidR="005E0EED" w:rsidRPr="001C1C75" w:rsidRDefault="005E0EED" w:rsidP="00A30B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5E0EED" w:rsidRPr="001C1C75" w:rsidRDefault="005E0EED" w:rsidP="00A30B67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5E0EED" w:rsidRDefault="005E0EED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5E0EED" w:rsidRDefault="005E0EED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5E0EED" w:rsidRPr="00CF7BFA" w:rsidRDefault="005E0EED" w:rsidP="00A30B67">
            <w:pPr>
              <w:rPr>
                <w:i/>
              </w:rPr>
            </w:pPr>
          </w:p>
        </w:tc>
      </w:tr>
    </w:tbl>
    <w:p w:rsidR="005E0EED" w:rsidRDefault="005E0EED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5E0EED" w:rsidRDefault="005E0EED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Pr="003D667C">
        <w:rPr>
          <w:b/>
          <w:i/>
          <w:sz w:val="28"/>
          <w:szCs w:val="28"/>
        </w:rPr>
        <w:t xml:space="preserve">ерівник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p w:rsidR="005E0EED" w:rsidRPr="003D667C" w:rsidRDefault="005E0EED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5E0EED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4141"/>
    <w:rsid w:val="00046DF4"/>
    <w:rsid w:val="000471B9"/>
    <w:rsid w:val="000524FE"/>
    <w:rsid w:val="000560A7"/>
    <w:rsid w:val="0005632A"/>
    <w:rsid w:val="00060F0A"/>
    <w:rsid w:val="00061D29"/>
    <w:rsid w:val="00065EC9"/>
    <w:rsid w:val="000852E9"/>
    <w:rsid w:val="000A0E4D"/>
    <w:rsid w:val="000A39F8"/>
    <w:rsid w:val="000C1CEE"/>
    <w:rsid w:val="000C3485"/>
    <w:rsid w:val="000C5524"/>
    <w:rsid w:val="000C6502"/>
    <w:rsid w:val="000D093E"/>
    <w:rsid w:val="000D1866"/>
    <w:rsid w:val="000D5904"/>
    <w:rsid w:val="000E12CF"/>
    <w:rsid w:val="000E3FB2"/>
    <w:rsid w:val="000E5CA4"/>
    <w:rsid w:val="000E7547"/>
    <w:rsid w:val="000E7B6D"/>
    <w:rsid w:val="000F5A63"/>
    <w:rsid w:val="00101335"/>
    <w:rsid w:val="00102D45"/>
    <w:rsid w:val="001152E1"/>
    <w:rsid w:val="00122F8D"/>
    <w:rsid w:val="00127E21"/>
    <w:rsid w:val="00133E38"/>
    <w:rsid w:val="0014004C"/>
    <w:rsid w:val="00167DA1"/>
    <w:rsid w:val="001A2AC6"/>
    <w:rsid w:val="001A6CB6"/>
    <w:rsid w:val="001B1AD0"/>
    <w:rsid w:val="001C1C75"/>
    <w:rsid w:val="001D1C43"/>
    <w:rsid w:val="001D74A4"/>
    <w:rsid w:val="001E2357"/>
    <w:rsid w:val="001F0CA6"/>
    <w:rsid w:val="002222A9"/>
    <w:rsid w:val="002270F4"/>
    <w:rsid w:val="00241AFA"/>
    <w:rsid w:val="002432FD"/>
    <w:rsid w:val="002508F2"/>
    <w:rsid w:val="0025495B"/>
    <w:rsid w:val="00257D18"/>
    <w:rsid w:val="00260FF1"/>
    <w:rsid w:val="00262447"/>
    <w:rsid w:val="00273306"/>
    <w:rsid w:val="00275B0B"/>
    <w:rsid w:val="0029184A"/>
    <w:rsid w:val="002A163F"/>
    <w:rsid w:val="002A1662"/>
    <w:rsid w:val="002A5E98"/>
    <w:rsid w:val="002A607E"/>
    <w:rsid w:val="002A6187"/>
    <w:rsid w:val="002B09DE"/>
    <w:rsid w:val="002B3FFA"/>
    <w:rsid w:val="002C5EE6"/>
    <w:rsid w:val="002D3345"/>
    <w:rsid w:val="002D7C64"/>
    <w:rsid w:val="002E058A"/>
    <w:rsid w:val="003018C8"/>
    <w:rsid w:val="003109FA"/>
    <w:rsid w:val="00315612"/>
    <w:rsid w:val="00321465"/>
    <w:rsid w:val="00327D71"/>
    <w:rsid w:val="00357D08"/>
    <w:rsid w:val="00360CCF"/>
    <w:rsid w:val="00360E30"/>
    <w:rsid w:val="0037032C"/>
    <w:rsid w:val="0037302D"/>
    <w:rsid w:val="00376241"/>
    <w:rsid w:val="00382978"/>
    <w:rsid w:val="00383239"/>
    <w:rsid w:val="00386CDE"/>
    <w:rsid w:val="003A0C06"/>
    <w:rsid w:val="003B241C"/>
    <w:rsid w:val="003B3B23"/>
    <w:rsid w:val="003B4E0D"/>
    <w:rsid w:val="003D5E89"/>
    <w:rsid w:val="003D667C"/>
    <w:rsid w:val="003E049E"/>
    <w:rsid w:val="003E3610"/>
    <w:rsid w:val="003E4445"/>
    <w:rsid w:val="003F17D1"/>
    <w:rsid w:val="003F1CB5"/>
    <w:rsid w:val="003F44B7"/>
    <w:rsid w:val="003F4F81"/>
    <w:rsid w:val="00403A5D"/>
    <w:rsid w:val="00417197"/>
    <w:rsid w:val="00426FE7"/>
    <w:rsid w:val="004312F4"/>
    <w:rsid w:val="0045008B"/>
    <w:rsid w:val="0045121F"/>
    <w:rsid w:val="00475364"/>
    <w:rsid w:val="00480A93"/>
    <w:rsid w:val="00481DE3"/>
    <w:rsid w:val="00492699"/>
    <w:rsid w:val="00495B77"/>
    <w:rsid w:val="004B7A7C"/>
    <w:rsid w:val="004C29C0"/>
    <w:rsid w:val="004C38AB"/>
    <w:rsid w:val="004C43E8"/>
    <w:rsid w:val="004C7978"/>
    <w:rsid w:val="004D5CE2"/>
    <w:rsid w:val="00500F64"/>
    <w:rsid w:val="0050362F"/>
    <w:rsid w:val="00505854"/>
    <w:rsid w:val="00510B74"/>
    <w:rsid w:val="005260B4"/>
    <w:rsid w:val="00545C94"/>
    <w:rsid w:val="005472AC"/>
    <w:rsid w:val="00550FA6"/>
    <w:rsid w:val="00554DCC"/>
    <w:rsid w:val="00562756"/>
    <w:rsid w:val="00567EC6"/>
    <w:rsid w:val="005756E7"/>
    <w:rsid w:val="005838BE"/>
    <w:rsid w:val="005858C2"/>
    <w:rsid w:val="00585B87"/>
    <w:rsid w:val="00585CAA"/>
    <w:rsid w:val="00586D6F"/>
    <w:rsid w:val="0059003A"/>
    <w:rsid w:val="00591C65"/>
    <w:rsid w:val="005B1424"/>
    <w:rsid w:val="005C62D7"/>
    <w:rsid w:val="005D16BF"/>
    <w:rsid w:val="005E0EED"/>
    <w:rsid w:val="005E5128"/>
    <w:rsid w:val="005F25F4"/>
    <w:rsid w:val="00600612"/>
    <w:rsid w:val="00607DD7"/>
    <w:rsid w:val="0061153E"/>
    <w:rsid w:val="006119E7"/>
    <w:rsid w:val="00611BE8"/>
    <w:rsid w:val="006138A0"/>
    <w:rsid w:val="0061675B"/>
    <w:rsid w:val="00622EAA"/>
    <w:rsid w:val="00623672"/>
    <w:rsid w:val="006365BB"/>
    <w:rsid w:val="00642B15"/>
    <w:rsid w:val="00650DE5"/>
    <w:rsid w:val="00671123"/>
    <w:rsid w:val="00683750"/>
    <w:rsid w:val="00691416"/>
    <w:rsid w:val="0069262C"/>
    <w:rsid w:val="00694E56"/>
    <w:rsid w:val="00697852"/>
    <w:rsid w:val="006A1931"/>
    <w:rsid w:val="006A2E2C"/>
    <w:rsid w:val="006B451C"/>
    <w:rsid w:val="006C3B7C"/>
    <w:rsid w:val="006D768A"/>
    <w:rsid w:val="006E4BCA"/>
    <w:rsid w:val="006F604A"/>
    <w:rsid w:val="00701111"/>
    <w:rsid w:val="00707021"/>
    <w:rsid w:val="007152F6"/>
    <w:rsid w:val="007160BE"/>
    <w:rsid w:val="00727C85"/>
    <w:rsid w:val="007416EA"/>
    <w:rsid w:val="00742B3C"/>
    <w:rsid w:val="007446B3"/>
    <w:rsid w:val="00746E79"/>
    <w:rsid w:val="00753A88"/>
    <w:rsid w:val="00761F3E"/>
    <w:rsid w:val="0076321D"/>
    <w:rsid w:val="0077389E"/>
    <w:rsid w:val="00787BAB"/>
    <w:rsid w:val="00791A8F"/>
    <w:rsid w:val="007A1C15"/>
    <w:rsid w:val="007A4275"/>
    <w:rsid w:val="007B03FE"/>
    <w:rsid w:val="007B11C1"/>
    <w:rsid w:val="007B4D10"/>
    <w:rsid w:val="007B6296"/>
    <w:rsid w:val="007E2544"/>
    <w:rsid w:val="00802721"/>
    <w:rsid w:val="00813B62"/>
    <w:rsid w:val="00821044"/>
    <w:rsid w:val="00821D05"/>
    <w:rsid w:val="008226F8"/>
    <w:rsid w:val="008278AC"/>
    <w:rsid w:val="00832BE2"/>
    <w:rsid w:val="008444F3"/>
    <w:rsid w:val="00846C10"/>
    <w:rsid w:val="0085023A"/>
    <w:rsid w:val="008523C5"/>
    <w:rsid w:val="00852C2E"/>
    <w:rsid w:val="008546EE"/>
    <w:rsid w:val="00867E83"/>
    <w:rsid w:val="00876C9E"/>
    <w:rsid w:val="00880F92"/>
    <w:rsid w:val="008A607B"/>
    <w:rsid w:val="008A7887"/>
    <w:rsid w:val="008B1348"/>
    <w:rsid w:val="008C1564"/>
    <w:rsid w:val="008C5076"/>
    <w:rsid w:val="008E0F37"/>
    <w:rsid w:val="008F03B4"/>
    <w:rsid w:val="008F3AAF"/>
    <w:rsid w:val="008F67B1"/>
    <w:rsid w:val="0091707E"/>
    <w:rsid w:val="00917C32"/>
    <w:rsid w:val="00920465"/>
    <w:rsid w:val="009236FF"/>
    <w:rsid w:val="00924126"/>
    <w:rsid w:val="00936DD0"/>
    <w:rsid w:val="00940F2C"/>
    <w:rsid w:val="0094318C"/>
    <w:rsid w:val="009439CA"/>
    <w:rsid w:val="0094778A"/>
    <w:rsid w:val="0096040D"/>
    <w:rsid w:val="0096174A"/>
    <w:rsid w:val="0096222D"/>
    <w:rsid w:val="00966C64"/>
    <w:rsid w:val="00967EB8"/>
    <w:rsid w:val="00975D15"/>
    <w:rsid w:val="009819BD"/>
    <w:rsid w:val="00983BAE"/>
    <w:rsid w:val="009A74FE"/>
    <w:rsid w:val="009B3EA0"/>
    <w:rsid w:val="009C0D7C"/>
    <w:rsid w:val="009C459B"/>
    <w:rsid w:val="009C7FE0"/>
    <w:rsid w:val="009D5A5D"/>
    <w:rsid w:val="009E7B8B"/>
    <w:rsid w:val="009F02E1"/>
    <w:rsid w:val="009F0C1C"/>
    <w:rsid w:val="009F1195"/>
    <w:rsid w:val="00A038EB"/>
    <w:rsid w:val="00A13B94"/>
    <w:rsid w:val="00A1461B"/>
    <w:rsid w:val="00A2750D"/>
    <w:rsid w:val="00A30B67"/>
    <w:rsid w:val="00A31D75"/>
    <w:rsid w:val="00A35312"/>
    <w:rsid w:val="00A37750"/>
    <w:rsid w:val="00A40100"/>
    <w:rsid w:val="00A5430D"/>
    <w:rsid w:val="00A66400"/>
    <w:rsid w:val="00A6724E"/>
    <w:rsid w:val="00A71E85"/>
    <w:rsid w:val="00A93220"/>
    <w:rsid w:val="00A9328E"/>
    <w:rsid w:val="00A966A6"/>
    <w:rsid w:val="00AB0F53"/>
    <w:rsid w:val="00AB1C83"/>
    <w:rsid w:val="00AB58C3"/>
    <w:rsid w:val="00AB7E56"/>
    <w:rsid w:val="00AE27D7"/>
    <w:rsid w:val="00AF528B"/>
    <w:rsid w:val="00B075CD"/>
    <w:rsid w:val="00B108A6"/>
    <w:rsid w:val="00B13516"/>
    <w:rsid w:val="00B1600B"/>
    <w:rsid w:val="00B1696A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84029"/>
    <w:rsid w:val="00B8679C"/>
    <w:rsid w:val="00B91011"/>
    <w:rsid w:val="00B926DB"/>
    <w:rsid w:val="00B958FB"/>
    <w:rsid w:val="00BA1BA5"/>
    <w:rsid w:val="00BA7F18"/>
    <w:rsid w:val="00BB5B23"/>
    <w:rsid w:val="00BC1C0A"/>
    <w:rsid w:val="00BC3A83"/>
    <w:rsid w:val="00BC6DCE"/>
    <w:rsid w:val="00BD01AE"/>
    <w:rsid w:val="00BD2DAE"/>
    <w:rsid w:val="00BD4C2D"/>
    <w:rsid w:val="00BE2F04"/>
    <w:rsid w:val="00C203D3"/>
    <w:rsid w:val="00C25ADD"/>
    <w:rsid w:val="00C26A44"/>
    <w:rsid w:val="00C3759D"/>
    <w:rsid w:val="00C42E4D"/>
    <w:rsid w:val="00C450CF"/>
    <w:rsid w:val="00C502B0"/>
    <w:rsid w:val="00C6240E"/>
    <w:rsid w:val="00C772BB"/>
    <w:rsid w:val="00C91745"/>
    <w:rsid w:val="00C9610D"/>
    <w:rsid w:val="00CA153F"/>
    <w:rsid w:val="00CA41EC"/>
    <w:rsid w:val="00CA50D0"/>
    <w:rsid w:val="00CB0E5D"/>
    <w:rsid w:val="00CB1D81"/>
    <w:rsid w:val="00CB707D"/>
    <w:rsid w:val="00CD2CBA"/>
    <w:rsid w:val="00CE210F"/>
    <w:rsid w:val="00CE2ECD"/>
    <w:rsid w:val="00CE6CFB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44C90"/>
    <w:rsid w:val="00D561EE"/>
    <w:rsid w:val="00D622ED"/>
    <w:rsid w:val="00D66B67"/>
    <w:rsid w:val="00D66F67"/>
    <w:rsid w:val="00D7597C"/>
    <w:rsid w:val="00D9386C"/>
    <w:rsid w:val="00D95670"/>
    <w:rsid w:val="00DB10CC"/>
    <w:rsid w:val="00DB29A2"/>
    <w:rsid w:val="00DC140A"/>
    <w:rsid w:val="00DD33AC"/>
    <w:rsid w:val="00DD3D39"/>
    <w:rsid w:val="00DD5B93"/>
    <w:rsid w:val="00DD68C4"/>
    <w:rsid w:val="00DE0225"/>
    <w:rsid w:val="00DE2D72"/>
    <w:rsid w:val="00DE4E80"/>
    <w:rsid w:val="00DF2165"/>
    <w:rsid w:val="00E045C4"/>
    <w:rsid w:val="00E134A7"/>
    <w:rsid w:val="00E237D3"/>
    <w:rsid w:val="00E25B5D"/>
    <w:rsid w:val="00E32ED9"/>
    <w:rsid w:val="00E432BD"/>
    <w:rsid w:val="00E44D4D"/>
    <w:rsid w:val="00E46832"/>
    <w:rsid w:val="00E61C99"/>
    <w:rsid w:val="00E76A0A"/>
    <w:rsid w:val="00E823D6"/>
    <w:rsid w:val="00E93A9C"/>
    <w:rsid w:val="00E94CAF"/>
    <w:rsid w:val="00EA6C32"/>
    <w:rsid w:val="00EA7257"/>
    <w:rsid w:val="00EB3F0D"/>
    <w:rsid w:val="00EC1BB1"/>
    <w:rsid w:val="00EC5038"/>
    <w:rsid w:val="00EC5529"/>
    <w:rsid w:val="00EC6D64"/>
    <w:rsid w:val="00EE45D2"/>
    <w:rsid w:val="00EE603F"/>
    <w:rsid w:val="00F31966"/>
    <w:rsid w:val="00F36E30"/>
    <w:rsid w:val="00F45883"/>
    <w:rsid w:val="00F77490"/>
    <w:rsid w:val="00F97D81"/>
    <w:rsid w:val="00FB122D"/>
    <w:rsid w:val="00FB7310"/>
    <w:rsid w:val="00FC2630"/>
    <w:rsid w:val="00FC6ABD"/>
    <w:rsid w:val="00FC6F1E"/>
    <w:rsid w:val="00FE04C5"/>
    <w:rsid w:val="00FE0C59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83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2954</TotalTime>
  <Pages>1</Pages>
  <Words>241</Words>
  <Characters>1377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139</cp:revision>
  <cp:lastPrinted>2020-08-07T12:08:00Z</cp:lastPrinted>
  <dcterms:created xsi:type="dcterms:W3CDTF">2020-09-10T06:06:00Z</dcterms:created>
  <dcterms:modified xsi:type="dcterms:W3CDTF">2020-12-30T07:52:00Z</dcterms:modified>
</cp:coreProperties>
</file>